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11B61" w14:textId="713A197A" w:rsidR="00E21531" w:rsidRPr="005A37B1" w:rsidRDefault="004B3070" w:rsidP="00D72D3B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5A37B1">
        <w:rPr>
          <w:rFonts w:asciiTheme="minorHAnsi" w:hAnsiTheme="minorHAnsi" w:cstheme="minorHAnsi"/>
          <w:b/>
        </w:rPr>
        <w:t>Załącznik nr 2</w:t>
      </w:r>
      <w:r w:rsidR="009F641C" w:rsidRPr="005A37B1">
        <w:rPr>
          <w:rFonts w:asciiTheme="minorHAnsi" w:hAnsiTheme="minorHAnsi" w:cstheme="minorHAnsi"/>
          <w:b/>
        </w:rPr>
        <w:t xml:space="preserve"> do SWZ </w:t>
      </w:r>
    </w:p>
    <w:p w14:paraId="4165B89C" w14:textId="77777777" w:rsidR="00E21531" w:rsidRPr="005A37B1" w:rsidRDefault="00E21531" w:rsidP="00065DA0">
      <w:pPr>
        <w:spacing w:after="0" w:line="240" w:lineRule="auto"/>
        <w:rPr>
          <w:rFonts w:asciiTheme="minorHAnsi" w:hAnsiTheme="minorHAnsi" w:cstheme="minorHAnsi"/>
          <w:b/>
        </w:rPr>
      </w:pPr>
    </w:p>
    <w:p w14:paraId="7668149B" w14:textId="77777777" w:rsidR="008D650D" w:rsidRPr="005A37B1" w:rsidRDefault="004B3070" w:rsidP="00D72D3B">
      <w:pPr>
        <w:spacing w:after="0" w:line="240" w:lineRule="auto"/>
        <w:ind w:left="284"/>
        <w:jc w:val="center"/>
        <w:rPr>
          <w:rFonts w:asciiTheme="minorHAnsi" w:hAnsiTheme="minorHAnsi" w:cstheme="minorHAnsi"/>
          <w:b/>
        </w:rPr>
      </w:pPr>
      <w:r w:rsidRPr="005A37B1">
        <w:rPr>
          <w:rFonts w:asciiTheme="minorHAnsi" w:hAnsiTheme="minorHAnsi" w:cstheme="minorHAnsi"/>
          <w:b/>
        </w:rPr>
        <w:t>FORMULARZ OFERTOWY</w:t>
      </w:r>
    </w:p>
    <w:p w14:paraId="37037594" w14:textId="0632B8DE" w:rsidR="00E81AFF" w:rsidRPr="00770D01" w:rsidRDefault="00E21531" w:rsidP="00CD5F7E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770D01">
        <w:rPr>
          <w:rFonts w:asciiTheme="minorHAnsi" w:hAnsiTheme="minorHAnsi" w:cstheme="minorHAnsi"/>
        </w:rPr>
        <w:t>dla postępowania o udzielenie zamówienia publicznego</w:t>
      </w:r>
      <w:r w:rsidR="00D72D3B" w:rsidRPr="00770D01">
        <w:rPr>
          <w:rFonts w:asciiTheme="minorHAnsi" w:hAnsiTheme="minorHAnsi" w:cstheme="minorHAnsi"/>
        </w:rPr>
        <w:t xml:space="preserve"> </w:t>
      </w:r>
      <w:r w:rsidRPr="00770D01">
        <w:rPr>
          <w:rFonts w:asciiTheme="minorHAnsi" w:hAnsiTheme="minorHAnsi" w:cstheme="minorHAnsi"/>
        </w:rPr>
        <w:t>pt.</w:t>
      </w:r>
      <w:r w:rsidR="00665F2B" w:rsidRPr="00770D01">
        <w:rPr>
          <w:rFonts w:asciiTheme="minorHAnsi" w:hAnsiTheme="minorHAnsi" w:cstheme="minorHAnsi"/>
        </w:rPr>
        <w:t>:</w:t>
      </w:r>
    </w:p>
    <w:p w14:paraId="5E476351" w14:textId="77777777" w:rsidR="00FB6020" w:rsidRPr="00FB6020" w:rsidRDefault="00FB6020" w:rsidP="00FB6020">
      <w:pPr>
        <w:pStyle w:val="Default"/>
        <w:jc w:val="center"/>
        <w:rPr>
          <w:rFonts w:asciiTheme="minorHAnsi" w:eastAsia="Times New Roman" w:hAnsiTheme="minorHAnsi" w:cstheme="minorHAnsi"/>
          <w:b/>
          <w:color w:val="auto"/>
          <w:sz w:val="22"/>
          <w:szCs w:val="22"/>
        </w:rPr>
      </w:pPr>
      <w:r w:rsidRPr="00FB6020">
        <w:rPr>
          <w:rFonts w:asciiTheme="minorHAnsi" w:eastAsia="Times New Roman" w:hAnsiTheme="minorHAnsi" w:cstheme="minorHAnsi"/>
          <w:b/>
          <w:color w:val="auto"/>
          <w:sz w:val="22"/>
          <w:szCs w:val="22"/>
        </w:rPr>
        <w:t>Świadczenie usług prozdrowotnych</w:t>
      </w:r>
    </w:p>
    <w:p w14:paraId="0B4D7170" w14:textId="73B9FE61" w:rsidR="00CD5F7E" w:rsidRPr="005A37B1" w:rsidRDefault="00FB6020" w:rsidP="00FB6020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  <w:lang w:eastAsia="en-US"/>
        </w:rPr>
      </w:pPr>
      <w:r w:rsidRPr="00FB6020">
        <w:rPr>
          <w:rFonts w:asciiTheme="minorHAnsi" w:eastAsia="Times New Roman" w:hAnsiTheme="minorHAnsi" w:cstheme="minorHAnsi"/>
          <w:b/>
          <w:color w:val="auto"/>
          <w:sz w:val="22"/>
          <w:szCs w:val="22"/>
        </w:rPr>
        <w:t>w ramach Projektu "Utworzenie Centrum Usług Społecznych w Zielonej Górze"</w:t>
      </w:r>
    </w:p>
    <w:p w14:paraId="78D1CA3A" w14:textId="77777777" w:rsidR="003C27CA" w:rsidRDefault="003C27CA" w:rsidP="00B11F8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1338ED0" w14:textId="611835B8" w:rsidR="00B11F8E" w:rsidRPr="005A37B1" w:rsidRDefault="00B11F8E" w:rsidP="00B11F8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A37B1">
        <w:rPr>
          <w:rFonts w:asciiTheme="minorHAnsi" w:hAnsiTheme="minorHAnsi" w:cstheme="minorHAnsi"/>
          <w:sz w:val="22"/>
          <w:szCs w:val="22"/>
        </w:rPr>
        <w:t>Dane Wykonawcy:</w:t>
      </w:r>
    </w:p>
    <w:p w14:paraId="21FA9376" w14:textId="4B198CCB" w:rsidR="00B11F8E" w:rsidRPr="005A37B1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5A37B1">
        <w:rPr>
          <w:rFonts w:asciiTheme="minorHAnsi" w:hAnsiTheme="minorHAnsi" w:cstheme="minorHAnsi"/>
          <w:sz w:val="22"/>
          <w:szCs w:val="22"/>
        </w:rPr>
        <w:t xml:space="preserve">nazwa: </w:t>
      </w:r>
      <w:r w:rsidR="00A847C4" w:rsidRPr="005A37B1">
        <w:rPr>
          <w:rFonts w:asciiTheme="minorHAnsi" w:hAnsiTheme="minorHAnsi" w:cstheme="minorHAnsi"/>
          <w:sz w:val="22"/>
          <w:szCs w:val="22"/>
        </w:rPr>
        <w:t>___________________________</w:t>
      </w:r>
      <w:r w:rsidR="00A847C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24F7DDCD" w14:textId="30D44304" w:rsidR="00B11F8E" w:rsidRPr="005A37B1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5A37B1">
        <w:rPr>
          <w:rFonts w:asciiTheme="minorHAnsi" w:hAnsiTheme="minorHAnsi" w:cstheme="minorHAnsi"/>
          <w:sz w:val="22"/>
          <w:szCs w:val="22"/>
        </w:rPr>
        <w:t xml:space="preserve">adres: </w:t>
      </w:r>
      <w:r w:rsidR="00A847C4" w:rsidRPr="005A37B1">
        <w:rPr>
          <w:rFonts w:asciiTheme="minorHAnsi" w:hAnsiTheme="minorHAnsi" w:cstheme="minorHAnsi"/>
          <w:sz w:val="22"/>
          <w:szCs w:val="22"/>
        </w:rPr>
        <w:t>___________________________</w:t>
      </w:r>
      <w:r w:rsidR="00A847C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8BC05EE" w14:textId="73247F58" w:rsidR="00A847C4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A847C4">
        <w:rPr>
          <w:rFonts w:asciiTheme="minorHAnsi" w:hAnsiTheme="minorHAnsi" w:cstheme="minorHAnsi"/>
          <w:sz w:val="22"/>
          <w:szCs w:val="22"/>
        </w:rPr>
        <w:t xml:space="preserve">województwo </w:t>
      </w:r>
      <w:r w:rsidR="00A847C4" w:rsidRPr="005A37B1">
        <w:rPr>
          <w:rFonts w:asciiTheme="minorHAnsi" w:hAnsiTheme="minorHAnsi" w:cstheme="minorHAnsi"/>
          <w:sz w:val="22"/>
          <w:szCs w:val="22"/>
        </w:rPr>
        <w:t>_____________________</w:t>
      </w:r>
      <w:r w:rsidR="00A847C4">
        <w:rPr>
          <w:rFonts w:asciiTheme="minorHAnsi" w:hAnsiTheme="minorHAnsi" w:cstheme="minorHAnsi"/>
          <w:sz w:val="22"/>
          <w:szCs w:val="22"/>
        </w:rPr>
        <w:t>,</w:t>
      </w:r>
    </w:p>
    <w:p w14:paraId="55C6871E" w14:textId="10C450F6" w:rsidR="00B11F8E" w:rsidRPr="00A847C4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A847C4">
        <w:rPr>
          <w:rFonts w:asciiTheme="minorHAnsi" w:hAnsiTheme="minorHAnsi" w:cstheme="minorHAnsi"/>
          <w:sz w:val="22"/>
          <w:szCs w:val="22"/>
        </w:rPr>
        <w:t xml:space="preserve">NIP/PESEL </w:t>
      </w:r>
      <w:r w:rsidR="00A847C4" w:rsidRPr="005A37B1">
        <w:rPr>
          <w:rFonts w:asciiTheme="minorHAnsi" w:hAnsiTheme="minorHAnsi" w:cstheme="minorHAnsi"/>
          <w:sz w:val="22"/>
          <w:szCs w:val="22"/>
        </w:rPr>
        <w:t>_____________________</w:t>
      </w:r>
      <w:r w:rsidR="00A847C4">
        <w:rPr>
          <w:rFonts w:asciiTheme="minorHAnsi" w:hAnsiTheme="minorHAnsi" w:cstheme="minorHAnsi"/>
          <w:sz w:val="22"/>
          <w:szCs w:val="22"/>
        </w:rPr>
        <w:t>,</w:t>
      </w:r>
      <w:r w:rsidRPr="00A847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C3A71AD" w14:textId="385F4B54" w:rsidR="00B11F8E" w:rsidRPr="005A37B1" w:rsidRDefault="00B11F8E" w:rsidP="00665F2B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A37B1">
        <w:rPr>
          <w:rFonts w:asciiTheme="minorHAnsi" w:hAnsiTheme="minorHAnsi" w:cstheme="minorHAnsi"/>
          <w:sz w:val="22"/>
          <w:szCs w:val="22"/>
        </w:rPr>
        <w:t>KRS/</w:t>
      </w:r>
      <w:proofErr w:type="spellStart"/>
      <w:r w:rsidRPr="005A37B1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5A37B1">
        <w:rPr>
          <w:rFonts w:asciiTheme="minorHAnsi" w:hAnsiTheme="minorHAnsi" w:cstheme="minorHAnsi"/>
          <w:sz w:val="22"/>
          <w:szCs w:val="22"/>
        </w:rPr>
        <w:t xml:space="preserve">: </w:t>
      </w:r>
      <w:r w:rsidR="00A847C4" w:rsidRPr="005A37B1">
        <w:rPr>
          <w:rFonts w:asciiTheme="minorHAnsi" w:hAnsiTheme="minorHAnsi" w:cstheme="minorHAnsi"/>
          <w:sz w:val="22"/>
          <w:szCs w:val="22"/>
        </w:rPr>
        <w:t>_____________________</w:t>
      </w:r>
      <w:r w:rsidRPr="005A37B1">
        <w:rPr>
          <w:rFonts w:asciiTheme="minorHAnsi" w:hAnsiTheme="minorHAnsi" w:cstheme="minorHAnsi"/>
          <w:iCs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="00A847C4" w:rsidRPr="005A37B1">
        <w:rPr>
          <w:rFonts w:asciiTheme="minorHAnsi" w:hAnsiTheme="minorHAnsi" w:cstheme="minorHAnsi"/>
          <w:sz w:val="22"/>
          <w:szCs w:val="22"/>
        </w:rPr>
        <w:t>_____________________</w:t>
      </w:r>
      <w:r w:rsidRPr="005A37B1">
        <w:rPr>
          <w:rFonts w:asciiTheme="minorHAnsi" w:hAnsiTheme="minorHAnsi" w:cstheme="minorHAnsi"/>
          <w:iCs/>
          <w:sz w:val="22"/>
          <w:szCs w:val="22"/>
        </w:rPr>
        <w:t>)</w:t>
      </w:r>
    </w:p>
    <w:p w14:paraId="2927C347" w14:textId="4ACD3761" w:rsidR="00B11F8E" w:rsidRPr="005A37B1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5A37B1">
        <w:rPr>
          <w:rFonts w:asciiTheme="minorHAnsi" w:hAnsiTheme="minorHAnsi" w:cstheme="minorHAnsi"/>
          <w:sz w:val="22"/>
          <w:szCs w:val="22"/>
        </w:rPr>
        <w:t xml:space="preserve">tel. </w:t>
      </w:r>
      <w:r w:rsidR="00A847C4" w:rsidRPr="005A37B1">
        <w:rPr>
          <w:rFonts w:asciiTheme="minorHAnsi" w:hAnsiTheme="minorHAnsi" w:cstheme="minorHAnsi"/>
          <w:sz w:val="22"/>
          <w:szCs w:val="22"/>
        </w:rPr>
        <w:t>_____________________</w:t>
      </w:r>
      <w:r w:rsidR="00A847C4">
        <w:rPr>
          <w:rFonts w:asciiTheme="minorHAnsi" w:hAnsiTheme="minorHAnsi" w:cstheme="minorHAnsi"/>
          <w:sz w:val="22"/>
          <w:szCs w:val="22"/>
        </w:rPr>
        <w:t>,</w:t>
      </w:r>
      <w:r w:rsidRPr="005A37B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7B54EE" w14:textId="4A5BD7D8" w:rsidR="00B11F8E" w:rsidRPr="005A37B1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5A37B1">
        <w:rPr>
          <w:rFonts w:asciiTheme="minorHAnsi" w:hAnsiTheme="minorHAnsi" w:cstheme="minorHAnsi"/>
          <w:sz w:val="22"/>
          <w:szCs w:val="22"/>
        </w:rPr>
        <w:t xml:space="preserve">e-mail: </w:t>
      </w:r>
      <w:r w:rsidR="00A847C4" w:rsidRPr="005A37B1">
        <w:rPr>
          <w:rFonts w:asciiTheme="minorHAnsi" w:hAnsiTheme="minorHAnsi" w:cstheme="minorHAnsi"/>
          <w:sz w:val="22"/>
          <w:szCs w:val="22"/>
        </w:rPr>
        <w:t>_____________________</w:t>
      </w:r>
      <w:r w:rsidR="00A847C4">
        <w:rPr>
          <w:rFonts w:asciiTheme="minorHAnsi" w:hAnsiTheme="minorHAnsi" w:cstheme="minorHAnsi"/>
          <w:sz w:val="22"/>
          <w:szCs w:val="22"/>
        </w:rPr>
        <w:t>,</w:t>
      </w:r>
    </w:p>
    <w:p w14:paraId="17761C02" w14:textId="138F5C3B" w:rsidR="00B11F8E" w:rsidRPr="005A37B1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5A37B1">
        <w:rPr>
          <w:rFonts w:asciiTheme="minorHAnsi" w:hAnsiTheme="minorHAnsi" w:cstheme="minorHAnsi"/>
          <w:sz w:val="22"/>
          <w:szCs w:val="22"/>
        </w:rPr>
        <w:t xml:space="preserve">rodzaj Wykonawcy </w:t>
      </w:r>
      <w:r w:rsidR="005A37B1" w:rsidRPr="00560A3D">
        <w:rPr>
          <w:rFonts w:asciiTheme="minorHAnsi" w:hAnsiTheme="minorHAnsi" w:cstheme="minorHAnsi"/>
          <w:bCs/>
          <w:i/>
          <w:color w:val="auto"/>
          <w:sz w:val="18"/>
          <w:szCs w:val="18"/>
          <w:lang w:eastAsia="en-US"/>
        </w:rPr>
        <w:t>(należy zaznaczyć odpowiedni kwadrat)</w:t>
      </w:r>
      <w:r w:rsidR="005A37B1" w:rsidRPr="005A37B1"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  <w:t>:</w:t>
      </w:r>
    </w:p>
    <w:p w14:paraId="49404BCE" w14:textId="77777777" w:rsidR="00136589" w:rsidRPr="005A37B1" w:rsidRDefault="00136589" w:rsidP="005A37B1">
      <w:pPr>
        <w:pStyle w:val="Akapitzlist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276" w:hanging="425"/>
        <w:contextualSpacing w:val="0"/>
        <w:rPr>
          <w:rFonts w:asciiTheme="minorHAnsi" w:hAnsiTheme="minorHAnsi" w:cstheme="minorHAnsi"/>
        </w:rPr>
      </w:pPr>
      <w:r w:rsidRPr="005A37B1">
        <w:rPr>
          <w:rFonts w:asciiTheme="minorHAnsi" w:hAnsiTheme="minorHAnsi" w:cstheme="minorHAnsi"/>
        </w:rPr>
        <w:t>mikroprzedsiębiorstwem;</w:t>
      </w:r>
    </w:p>
    <w:p w14:paraId="42A909F5" w14:textId="77777777" w:rsidR="00136589" w:rsidRPr="005A37B1" w:rsidRDefault="00136589" w:rsidP="005A37B1">
      <w:pPr>
        <w:pStyle w:val="Akapitzlist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276" w:hanging="425"/>
        <w:contextualSpacing w:val="0"/>
        <w:rPr>
          <w:rFonts w:asciiTheme="minorHAnsi" w:hAnsiTheme="minorHAnsi" w:cstheme="minorHAnsi"/>
        </w:rPr>
      </w:pPr>
      <w:r w:rsidRPr="005A37B1">
        <w:rPr>
          <w:rFonts w:asciiTheme="minorHAnsi" w:hAnsiTheme="minorHAnsi" w:cstheme="minorHAnsi"/>
        </w:rPr>
        <w:t>małym przedsiębiorstwem;</w:t>
      </w:r>
    </w:p>
    <w:p w14:paraId="69EFD9F6" w14:textId="77777777" w:rsidR="00136589" w:rsidRPr="005A37B1" w:rsidRDefault="00136589" w:rsidP="005A37B1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276" w:hanging="425"/>
        <w:contextualSpacing w:val="0"/>
        <w:rPr>
          <w:rFonts w:asciiTheme="minorHAnsi" w:hAnsiTheme="minorHAnsi" w:cstheme="minorHAnsi"/>
        </w:rPr>
      </w:pPr>
      <w:r w:rsidRPr="005A37B1">
        <w:rPr>
          <w:rFonts w:asciiTheme="minorHAnsi" w:hAnsiTheme="minorHAnsi" w:cstheme="minorHAnsi"/>
        </w:rPr>
        <w:t>średnim przedsiębiorstwem;</w:t>
      </w:r>
    </w:p>
    <w:p w14:paraId="3189AA07" w14:textId="77777777" w:rsidR="00136589" w:rsidRPr="005A37B1" w:rsidRDefault="00136589" w:rsidP="005A37B1">
      <w:pPr>
        <w:pStyle w:val="Akapitzlist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276" w:hanging="425"/>
        <w:contextualSpacing w:val="0"/>
        <w:rPr>
          <w:rFonts w:asciiTheme="minorHAnsi" w:hAnsiTheme="minorHAnsi" w:cstheme="minorHAnsi"/>
        </w:rPr>
      </w:pPr>
      <w:r w:rsidRPr="005A37B1">
        <w:rPr>
          <w:rFonts w:asciiTheme="minorHAnsi" w:hAnsiTheme="minorHAnsi" w:cstheme="minorHAnsi"/>
        </w:rPr>
        <w:t>dużym przedsiębiorstwem;</w:t>
      </w:r>
    </w:p>
    <w:p w14:paraId="094CAB75" w14:textId="77777777" w:rsidR="00136589" w:rsidRPr="005A37B1" w:rsidRDefault="00136589" w:rsidP="005A37B1">
      <w:pPr>
        <w:pStyle w:val="Akapitzlist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276" w:hanging="425"/>
        <w:contextualSpacing w:val="0"/>
        <w:rPr>
          <w:rFonts w:asciiTheme="minorHAnsi" w:hAnsiTheme="minorHAnsi" w:cstheme="minorHAnsi"/>
        </w:rPr>
      </w:pPr>
      <w:r w:rsidRPr="005A37B1">
        <w:rPr>
          <w:rFonts w:asciiTheme="minorHAnsi" w:hAnsiTheme="minorHAnsi" w:cstheme="minorHAnsi"/>
        </w:rPr>
        <w:t>jednoosobową działalnością gospodarcza;</w:t>
      </w:r>
    </w:p>
    <w:p w14:paraId="5D5A63F8" w14:textId="77777777" w:rsidR="00136589" w:rsidRPr="005A37B1" w:rsidRDefault="00136589" w:rsidP="005A37B1">
      <w:pPr>
        <w:pStyle w:val="Akapitzlist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276" w:hanging="425"/>
        <w:contextualSpacing w:val="0"/>
        <w:rPr>
          <w:rFonts w:asciiTheme="minorHAnsi" w:hAnsiTheme="minorHAnsi" w:cstheme="minorHAnsi"/>
        </w:rPr>
      </w:pPr>
      <w:r w:rsidRPr="005A37B1">
        <w:rPr>
          <w:rFonts w:asciiTheme="minorHAnsi" w:hAnsiTheme="minorHAnsi" w:cstheme="minorHAnsi"/>
        </w:rPr>
        <w:t>osobą fizyczną nieprowadząca działalności gospodarczej;</w:t>
      </w:r>
    </w:p>
    <w:p w14:paraId="6FBA1155" w14:textId="11AFCC79" w:rsidR="00136589" w:rsidRPr="005A37B1" w:rsidRDefault="00136589" w:rsidP="005A37B1">
      <w:pPr>
        <w:pStyle w:val="Akapitzlist"/>
        <w:widowControl w:val="0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276" w:hanging="425"/>
        <w:contextualSpacing w:val="0"/>
        <w:rPr>
          <w:rFonts w:asciiTheme="minorHAnsi" w:hAnsiTheme="minorHAnsi" w:cstheme="minorHAnsi"/>
        </w:rPr>
      </w:pPr>
      <w:r w:rsidRPr="005A37B1">
        <w:rPr>
          <w:rFonts w:asciiTheme="minorHAnsi" w:hAnsiTheme="minorHAnsi" w:cstheme="minorHAnsi"/>
        </w:rPr>
        <w:t>inny rodzaj (wpisać jaki</w:t>
      </w:r>
      <w:r w:rsidR="005A37B1" w:rsidRPr="005A37B1">
        <w:rPr>
          <w:rFonts w:asciiTheme="minorHAnsi" w:hAnsiTheme="minorHAnsi" w:cstheme="minorHAnsi"/>
        </w:rPr>
        <w:t xml:space="preserve"> </w:t>
      </w:r>
      <w:r w:rsidRPr="005A37B1">
        <w:rPr>
          <w:rFonts w:asciiTheme="minorHAnsi" w:hAnsiTheme="minorHAnsi" w:cstheme="minorHAnsi"/>
        </w:rPr>
        <w:t>…………….).</w:t>
      </w:r>
    </w:p>
    <w:p w14:paraId="41F2DCCF" w14:textId="5037EDD4" w:rsidR="00584475" w:rsidRPr="005A37B1" w:rsidRDefault="00136589" w:rsidP="00136589">
      <w:pPr>
        <w:pStyle w:val="Defaul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5A37B1">
        <w:rPr>
          <w:rFonts w:asciiTheme="minorHAnsi" w:hAnsiTheme="minorHAnsi" w:cstheme="minorHAnsi"/>
          <w:sz w:val="22"/>
          <w:szCs w:val="22"/>
        </w:rPr>
        <w:t xml:space="preserve"> </w:t>
      </w:r>
      <w:r w:rsidR="00584475" w:rsidRPr="005A37B1">
        <w:rPr>
          <w:rFonts w:asciiTheme="minorHAnsi" w:hAnsiTheme="minorHAnsi" w:cstheme="minorHAnsi"/>
          <w:sz w:val="22"/>
          <w:szCs w:val="22"/>
        </w:rPr>
        <w:t>upełnomocniony przedstawiciel:</w:t>
      </w:r>
      <w:r w:rsidR="00183A7E" w:rsidRPr="005A37B1">
        <w:rPr>
          <w:rFonts w:asciiTheme="minorHAnsi" w:hAnsiTheme="minorHAnsi" w:cstheme="minorHAnsi"/>
          <w:sz w:val="22"/>
          <w:szCs w:val="22"/>
        </w:rPr>
        <w:t>_________________________________________________</w:t>
      </w:r>
    </w:p>
    <w:p w14:paraId="5E75AB6F" w14:textId="77777777" w:rsidR="0093169E" w:rsidRPr="005A37B1" w:rsidRDefault="0093169E" w:rsidP="007922BE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38DBE3A1" w14:textId="4A6894FA" w:rsidR="007922BE" w:rsidRPr="005A37B1" w:rsidRDefault="007922BE" w:rsidP="0093169E">
      <w:pPr>
        <w:widowControl w:val="0"/>
        <w:suppressAutoHyphens/>
        <w:spacing w:after="0" w:line="240" w:lineRule="auto"/>
        <w:jc w:val="both"/>
        <w:rPr>
          <w:rFonts w:asciiTheme="minorHAnsi" w:eastAsia="Lucida Sans Unicode" w:hAnsiTheme="minorHAnsi" w:cstheme="minorHAnsi"/>
          <w:kern w:val="1"/>
          <w:lang w:eastAsia="zh-CN"/>
        </w:rPr>
      </w:pPr>
      <w:r w:rsidRPr="005A37B1">
        <w:rPr>
          <w:rFonts w:asciiTheme="minorHAnsi" w:eastAsia="Lucida Sans Unicode" w:hAnsiTheme="minorHAnsi" w:cstheme="minorHAnsi"/>
          <w:kern w:val="1"/>
          <w:lang w:eastAsia="zh-CN"/>
        </w:rPr>
        <w:t>Oświadczam, że składam ofertę we własnym imieniu/*jako lider w konsorcjum zarządzanego przez: _______________________________________________________________________________</w:t>
      </w:r>
    </w:p>
    <w:p w14:paraId="66B85F44" w14:textId="77777777" w:rsidR="007922BE" w:rsidRPr="005A37B1" w:rsidRDefault="007922BE" w:rsidP="007922BE">
      <w:pPr>
        <w:widowControl w:val="0"/>
        <w:spacing w:after="0" w:line="240" w:lineRule="auto"/>
        <w:ind w:left="3828" w:hanging="3544"/>
        <w:rPr>
          <w:rFonts w:asciiTheme="minorHAnsi" w:eastAsia="Lucida Sans Unicode" w:hAnsiTheme="minorHAnsi" w:cstheme="minorHAnsi"/>
          <w:kern w:val="1"/>
          <w:lang w:eastAsia="zh-CN"/>
        </w:rPr>
      </w:pPr>
      <w:r w:rsidRPr="005A37B1">
        <w:rPr>
          <w:rFonts w:asciiTheme="minorHAnsi" w:eastAsia="Lucida Sans Unicode" w:hAnsiTheme="minorHAnsi" w:cstheme="minorHAnsi"/>
          <w:kern w:val="1"/>
          <w:lang w:eastAsia="zh-CN"/>
        </w:rPr>
        <w:t xml:space="preserve">                                                                          (nazwa lidera)</w:t>
      </w:r>
    </w:p>
    <w:p w14:paraId="09B2DC2E" w14:textId="633EA367" w:rsidR="007922BE" w:rsidRPr="005A37B1" w:rsidRDefault="007922BE" w:rsidP="0093169E">
      <w:pPr>
        <w:widowControl w:val="0"/>
        <w:spacing w:after="0" w:line="240" w:lineRule="auto"/>
        <w:jc w:val="right"/>
        <w:rPr>
          <w:rFonts w:asciiTheme="minorHAnsi" w:eastAsia="Lucida Sans Unicode" w:hAnsiTheme="minorHAnsi" w:cstheme="minorHAnsi"/>
          <w:kern w:val="1"/>
          <w:lang w:eastAsia="zh-CN"/>
        </w:rPr>
      </w:pPr>
      <w:r w:rsidRPr="005A37B1">
        <w:rPr>
          <w:rFonts w:asciiTheme="minorHAnsi" w:eastAsia="Lucida Sans Unicode" w:hAnsiTheme="minorHAnsi" w:cstheme="minorHAnsi"/>
          <w:kern w:val="1"/>
          <w:lang w:eastAsia="zh-CN"/>
        </w:rPr>
        <w:t>Partnerem w konsorcjum jest: _________________________________________________________</w:t>
      </w:r>
      <w:r w:rsidRPr="005A37B1">
        <w:rPr>
          <w:rFonts w:asciiTheme="minorHAnsi" w:eastAsia="Lucida Sans Unicode" w:hAnsiTheme="minorHAnsi" w:cstheme="minorHAnsi"/>
          <w:i/>
          <w:kern w:val="1"/>
          <w:lang w:eastAsia="zh-CN"/>
        </w:rPr>
        <w:t xml:space="preserve">                                             </w:t>
      </w:r>
      <w:r w:rsidR="0093169E" w:rsidRPr="005A37B1">
        <w:rPr>
          <w:rFonts w:asciiTheme="minorHAnsi" w:eastAsia="Lucida Sans Unicode" w:hAnsiTheme="minorHAnsi" w:cstheme="minorHAnsi"/>
          <w:i/>
          <w:kern w:val="1"/>
          <w:lang w:eastAsia="zh-CN"/>
        </w:rPr>
        <w:t xml:space="preserve">                       </w:t>
      </w:r>
      <w:r w:rsidRPr="005A37B1">
        <w:rPr>
          <w:rFonts w:asciiTheme="minorHAnsi" w:eastAsia="Lucida Sans Unicode" w:hAnsiTheme="minorHAnsi" w:cstheme="minorHAnsi"/>
          <w:kern w:val="1"/>
          <w:lang w:eastAsia="zh-CN"/>
        </w:rPr>
        <w:t>(nazwa partnera, NIP, REGON, KRS – jeśli dotyczy)</w:t>
      </w:r>
    </w:p>
    <w:p w14:paraId="708FF9F9" w14:textId="77777777" w:rsidR="0093169E" w:rsidRPr="005A37B1" w:rsidRDefault="0093169E" w:rsidP="0093169E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A37B1">
        <w:rPr>
          <w:rFonts w:asciiTheme="minorHAnsi" w:hAnsiTheme="minorHAnsi" w:cstheme="minorHAnsi"/>
          <w:sz w:val="18"/>
          <w:szCs w:val="18"/>
        </w:rPr>
        <w:t>*niewłaściwe skreślić</w:t>
      </w:r>
    </w:p>
    <w:p w14:paraId="62163037" w14:textId="77777777" w:rsidR="00B11F8E" w:rsidRPr="005A37B1" w:rsidRDefault="00B11F8E" w:rsidP="00D72D3B">
      <w:pPr>
        <w:pStyle w:val="Tekstpodstawowy2"/>
        <w:spacing w:after="0" w:line="240" w:lineRule="auto"/>
        <w:jc w:val="both"/>
        <w:rPr>
          <w:rFonts w:asciiTheme="minorHAnsi" w:hAnsiTheme="minorHAnsi" w:cstheme="minorHAnsi"/>
        </w:rPr>
      </w:pPr>
    </w:p>
    <w:p w14:paraId="08448A86" w14:textId="72B5C25A" w:rsidR="001851BA" w:rsidRPr="005A37B1" w:rsidRDefault="001851BA" w:rsidP="001851BA">
      <w:pPr>
        <w:pStyle w:val="normaltableau"/>
        <w:spacing w:before="0" w:after="0"/>
        <w:rPr>
          <w:rFonts w:asciiTheme="minorHAnsi" w:eastAsia="Calibri" w:hAnsiTheme="minorHAnsi" w:cstheme="minorHAnsi"/>
          <w:b/>
          <w:lang w:val="pl-PL" w:eastAsia="en-US"/>
        </w:rPr>
      </w:pPr>
      <w:r w:rsidRPr="005A37B1">
        <w:rPr>
          <w:rFonts w:asciiTheme="minorHAnsi" w:hAnsiTheme="minorHAnsi" w:cstheme="minorHAnsi"/>
          <w:b/>
          <w:lang w:val="pl-PL" w:eastAsia="en-US"/>
        </w:rPr>
        <w:t>W odpowiedzi na ogłoszenie o udzielenie zamówienia publicznego</w:t>
      </w:r>
      <w:r w:rsidR="00770BE5" w:rsidRPr="005A37B1">
        <w:rPr>
          <w:rFonts w:asciiTheme="minorHAnsi" w:eastAsia="Calibri" w:hAnsiTheme="minorHAnsi" w:cstheme="minorHAnsi"/>
          <w:b/>
          <w:lang w:val="pl-PL" w:eastAsia="en-US"/>
        </w:rPr>
        <w:t xml:space="preserve"> SKŁADAMY OFERTĘ na wykonanie przedmiotu zamówienia zgodnie ze Specyfikacją Warunków Zamówienia</w:t>
      </w:r>
      <w:r w:rsidR="003366DF">
        <w:rPr>
          <w:rFonts w:asciiTheme="minorHAnsi" w:eastAsia="Calibri" w:hAnsiTheme="minorHAnsi" w:cstheme="minorHAnsi"/>
          <w:b/>
          <w:lang w:val="pl-PL" w:eastAsia="en-US"/>
        </w:rPr>
        <w:t xml:space="preserve"> (SWZ)</w:t>
      </w:r>
      <w:r w:rsidR="00770BE5" w:rsidRPr="005A37B1">
        <w:rPr>
          <w:rFonts w:asciiTheme="minorHAnsi" w:eastAsia="Calibri" w:hAnsiTheme="minorHAnsi" w:cstheme="minorHAnsi"/>
          <w:b/>
          <w:lang w:val="pl-PL" w:eastAsia="en-US"/>
        </w:rPr>
        <w:t>.</w:t>
      </w:r>
    </w:p>
    <w:p w14:paraId="7CBB624F" w14:textId="77777777" w:rsidR="00E720F2" w:rsidRPr="005A37B1" w:rsidRDefault="00E720F2" w:rsidP="001851BA">
      <w:pPr>
        <w:pStyle w:val="normaltableau"/>
        <w:spacing w:before="0" w:after="0"/>
        <w:rPr>
          <w:rFonts w:asciiTheme="minorHAnsi" w:hAnsiTheme="minorHAnsi" w:cstheme="minorHAnsi"/>
          <w:b/>
          <w:lang w:val="pl-PL" w:eastAsia="en-US"/>
        </w:rPr>
      </w:pPr>
    </w:p>
    <w:p w14:paraId="16F21E6F" w14:textId="77777777" w:rsidR="00FF1B84" w:rsidRPr="005A37B1" w:rsidRDefault="001851BA" w:rsidP="00FF1B84">
      <w:pPr>
        <w:pStyle w:val="normaltableau"/>
        <w:numPr>
          <w:ilvl w:val="0"/>
          <w:numId w:val="26"/>
        </w:numPr>
        <w:spacing w:before="0" w:after="0" w:line="276" w:lineRule="auto"/>
        <w:ind w:left="330" w:hanging="330"/>
        <w:rPr>
          <w:rFonts w:asciiTheme="minorHAnsi" w:hAnsiTheme="minorHAnsi" w:cstheme="minorHAnsi"/>
          <w:lang w:val="pl-PL" w:eastAsia="en-US"/>
        </w:rPr>
      </w:pPr>
      <w:r w:rsidRPr="005A37B1">
        <w:rPr>
          <w:rFonts w:asciiTheme="minorHAnsi" w:hAnsiTheme="minorHAnsi" w:cstheme="minorHAnsi"/>
          <w:lang w:val="pl-PL" w:eastAsia="en-US"/>
        </w:rPr>
        <w:t>Oświadczamy, że akceptujemy w całości wszystkie warunki zawarte w SWZ.</w:t>
      </w:r>
    </w:p>
    <w:p w14:paraId="676C4C0E" w14:textId="77777777" w:rsidR="00E720F2" w:rsidRDefault="00E720F2" w:rsidP="00E720F2">
      <w:pPr>
        <w:suppressAutoHyphens/>
        <w:spacing w:after="0"/>
        <w:rPr>
          <w:rFonts w:asciiTheme="minorHAnsi" w:hAnsiTheme="minorHAnsi" w:cstheme="minorHAnsi"/>
        </w:rPr>
      </w:pPr>
    </w:p>
    <w:p w14:paraId="4DE0BDBA" w14:textId="7C19B64F" w:rsidR="00E720F2" w:rsidRPr="00E720F2" w:rsidRDefault="00E720F2" w:rsidP="00E720F2">
      <w:pPr>
        <w:shd w:val="clear" w:color="auto" w:fill="F2F2F2" w:themeFill="background1" w:themeFillShade="F2"/>
        <w:suppressAutoHyphens/>
        <w:spacing w:after="0"/>
        <w:ind w:right="-1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Część I - </w:t>
      </w:r>
      <w:r w:rsidRPr="00E720F2">
        <w:rPr>
          <w:rFonts w:asciiTheme="minorHAnsi" w:hAnsiTheme="minorHAnsi" w:cstheme="minorHAnsi"/>
          <w:b/>
          <w:bCs/>
        </w:rPr>
        <w:t>Tai- chi</w:t>
      </w:r>
      <w:r w:rsidRPr="00E720F2">
        <w:rPr>
          <w:rFonts w:asciiTheme="minorHAnsi" w:hAnsiTheme="minorHAnsi" w:cstheme="minorHAnsi"/>
        </w:rPr>
        <w:t xml:space="preserve">  - zajęcia ruchowe oparte na powolnych, płynnych sekwencjach ruchów, połączonych z ćwiczeniami oddechowymi.</w:t>
      </w:r>
    </w:p>
    <w:p w14:paraId="47A9D43F" w14:textId="77777777" w:rsid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</w:p>
    <w:p w14:paraId="3823544E" w14:textId="5985CC23" w:rsidR="00E720F2" w:rsidRPr="005A37B1" w:rsidRDefault="00E720F2" w:rsidP="00E720F2">
      <w:pPr>
        <w:suppressAutoHyphens/>
        <w:spacing w:after="0"/>
        <w:rPr>
          <w:rFonts w:asciiTheme="minorHAnsi" w:hAnsiTheme="minorHAnsi" w:cstheme="minorHAnsi"/>
        </w:rPr>
      </w:pPr>
      <w:r w:rsidRPr="0081788B">
        <w:rPr>
          <w:rFonts w:asciiTheme="minorHAnsi" w:hAnsiTheme="minorHAnsi" w:cstheme="minorHAnsi"/>
        </w:rPr>
        <w:t xml:space="preserve">Oferujemy wykonanie całego przedmiotu zamówienia </w:t>
      </w:r>
      <w:r w:rsidRPr="0081788B">
        <w:rPr>
          <w:rFonts w:asciiTheme="minorHAnsi" w:hAnsiTheme="minorHAnsi" w:cstheme="minorHAnsi"/>
          <w:bCs/>
        </w:rPr>
        <w:t xml:space="preserve">w </w:t>
      </w:r>
      <w:r w:rsidRPr="0081788B">
        <w:rPr>
          <w:rFonts w:asciiTheme="minorHAnsi" w:hAnsiTheme="minorHAnsi" w:cstheme="minorHAnsi"/>
          <w:b/>
          <w:bCs/>
        </w:rPr>
        <w:t xml:space="preserve">ilości </w:t>
      </w:r>
      <w:r>
        <w:rPr>
          <w:rFonts w:asciiTheme="minorHAnsi" w:hAnsiTheme="minorHAnsi" w:cstheme="minorHAnsi"/>
          <w:b/>
          <w:bCs/>
        </w:rPr>
        <w:t xml:space="preserve">50 </w:t>
      </w:r>
      <w:r w:rsidRPr="0081788B">
        <w:rPr>
          <w:rFonts w:asciiTheme="minorHAnsi" w:hAnsiTheme="minorHAnsi" w:cstheme="minorHAnsi"/>
          <w:b/>
          <w:bCs/>
        </w:rPr>
        <w:t>godzin</w:t>
      </w:r>
      <w:r w:rsidRPr="0081788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(wraz z udostępnieniem pomieszczenia) </w:t>
      </w:r>
      <w:r w:rsidRPr="0081788B">
        <w:rPr>
          <w:rFonts w:asciiTheme="minorHAnsi" w:hAnsiTheme="minorHAnsi" w:cstheme="minorHAnsi"/>
          <w:b/>
        </w:rPr>
        <w:t>za cenę brutto:</w:t>
      </w:r>
      <w:r w:rsidRPr="0081788B">
        <w:rPr>
          <w:rFonts w:asciiTheme="minorHAnsi" w:hAnsiTheme="minorHAnsi" w:cstheme="minorHAnsi"/>
        </w:rPr>
        <w:t xml:space="preserve"> ………………  </w:t>
      </w:r>
      <w:r w:rsidRPr="005A37B1">
        <w:rPr>
          <w:rFonts w:asciiTheme="minorHAnsi" w:hAnsiTheme="minorHAnsi" w:cstheme="minorHAnsi"/>
        </w:rPr>
        <w:t>złotych (słownie zł: ……………………………)</w:t>
      </w:r>
      <w:r>
        <w:rPr>
          <w:rFonts w:asciiTheme="minorHAnsi" w:hAnsiTheme="minorHAnsi" w:cstheme="minorHAnsi"/>
        </w:rPr>
        <w:t xml:space="preserve"> wg szczegółowej kalkulacji: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2126"/>
        <w:gridCol w:w="1984"/>
      </w:tblGrid>
      <w:tr w:rsidR="00E720F2" w14:paraId="5983F853" w14:textId="77777777" w:rsidTr="00E720F2">
        <w:tc>
          <w:tcPr>
            <w:tcW w:w="2518" w:type="dxa"/>
          </w:tcPr>
          <w:p w14:paraId="6A96F8E6" w14:textId="77777777" w:rsidR="00E720F2" w:rsidRPr="00E720F2" w:rsidRDefault="00E720F2" w:rsidP="00E7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Rodzaj usługi</w:t>
            </w:r>
          </w:p>
        </w:tc>
        <w:tc>
          <w:tcPr>
            <w:tcW w:w="2552" w:type="dxa"/>
          </w:tcPr>
          <w:p w14:paraId="164DF678" w14:textId="77777777" w:rsidR="00E720F2" w:rsidRPr="00E720F2" w:rsidRDefault="00E720F2" w:rsidP="00E7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jednostkowa brutto</w:t>
            </w:r>
          </w:p>
          <w:p w14:paraId="3CD7832B" w14:textId="51CDD45F" w:rsidR="00E720F2" w:rsidRPr="00E720F2" w:rsidRDefault="00E720F2" w:rsidP="00E7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(za godzinę prowadzenia zajęć)</w:t>
            </w:r>
          </w:p>
        </w:tc>
        <w:tc>
          <w:tcPr>
            <w:tcW w:w="2126" w:type="dxa"/>
          </w:tcPr>
          <w:p w14:paraId="32CFECE0" w14:textId="77777777" w:rsidR="00E720F2" w:rsidRPr="00E720F2" w:rsidRDefault="00E720F2" w:rsidP="00E7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Ilość godzin w ramach zamówienia</w:t>
            </w:r>
          </w:p>
        </w:tc>
        <w:tc>
          <w:tcPr>
            <w:tcW w:w="1984" w:type="dxa"/>
          </w:tcPr>
          <w:p w14:paraId="6DBF288F" w14:textId="77777777" w:rsidR="00E720F2" w:rsidRPr="00E720F2" w:rsidRDefault="00E720F2" w:rsidP="00E7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brutto razem</w:t>
            </w:r>
          </w:p>
        </w:tc>
      </w:tr>
      <w:tr w:rsidR="00E720F2" w14:paraId="7798F06C" w14:textId="77777777" w:rsidTr="00E720F2">
        <w:tc>
          <w:tcPr>
            <w:tcW w:w="2518" w:type="dxa"/>
          </w:tcPr>
          <w:p w14:paraId="733E9B52" w14:textId="54721CEC" w:rsidR="00E720F2" w:rsidRPr="00E720F2" w:rsidRDefault="00E720F2" w:rsidP="00E720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Świadczenie usług prozdrowotnych (tai-chi)</w:t>
            </w:r>
          </w:p>
        </w:tc>
        <w:tc>
          <w:tcPr>
            <w:tcW w:w="2552" w:type="dxa"/>
          </w:tcPr>
          <w:p w14:paraId="43D9983E" w14:textId="77777777" w:rsidR="00E720F2" w:rsidRPr="00E720F2" w:rsidRDefault="00E720F2" w:rsidP="00E720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</w:tcPr>
          <w:p w14:paraId="0DB25B51" w14:textId="553FA698" w:rsidR="00E720F2" w:rsidRPr="00E720F2" w:rsidRDefault="00E720F2" w:rsidP="00E720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50</w:t>
            </w:r>
          </w:p>
        </w:tc>
        <w:tc>
          <w:tcPr>
            <w:tcW w:w="1984" w:type="dxa"/>
          </w:tcPr>
          <w:p w14:paraId="0E65EF45" w14:textId="77777777" w:rsidR="00E720F2" w:rsidRPr="00E720F2" w:rsidRDefault="00E720F2" w:rsidP="00E720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</w:tbl>
    <w:p w14:paraId="3E1EDB5F" w14:textId="77777777" w:rsidR="00E720F2" w:rsidRPr="005A37B1" w:rsidRDefault="00E720F2" w:rsidP="00E720F2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7797"/>
        <w:gridCol w:w="1559"/>
      </w:tblGrid>
      <w:tr w:rsidR="00E720F2" w:rsidRPr="0081788B" w14:paraId="289C665D" w14:textId="77777777" w:rsidTr="00D3149E">
        <w:tc>
          <w:tcPr>
            <w:tcW w:w="7797" w:type="dxa"/>
          </w:tcPr>
          <w:p w14:paraId="40D29923" w14:textId="56F6ED2C" w:rsidR="00E720F2" w:rsidRPr="00A021D0" w:rsidRDefault="00E720F2" w:rsidP="00D3149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  <w:b/>
              </w:rPr>
              <w:lastRenderedPageBreak/>
              <w:t xml:space="preserve">Niniejszym </w:t>
            </w:r>
            <w:r w:rsidRPr="00A021D0">
              <w:rPr>
                <w:rFonts w:asciiTheme="minorHAnsi" w:hAnsiTheme="minorHAnsi" w:cstheme="minorHAnsi"/>
                <w:b/>
                <w:bCs/>
              </w:rPr>
              <w:t>oświadczamy</w:t>
            </w:r>
            <w:r w:rsidRPr="00A021D0">
              <w:rPr>
                <w:rFonts w:asciiTheme="minorHAnsi" w:hAnsiTheme="minorHAnsi" w:cstheme="minorHAnsi"/>
                <w:b/>
              </w:rPr>
              <w:t>, iż w związku z realizacją przedmiotowego zamówienia</w:t>
            </w:r>
            <w:r w:rsidRPr="00A021D0">
              <w:rPr>
                <w:rFonts w:asciiTheme="minorHAnsi" w:hAnsiTheme="minorHAnsi" w:cstheme="minorHAnsi"/>
              </w:rPr>
              <w:t xml:space="preserve"> (</w:t>
            </w:r>
            <w:r w:rsidRPr="00A021D0">
              <w:rPr>
                <w:rFonts w:asciiTheme="minorHAnsi" w:hAnsiTheme="minorHAnsi" w:cstheme="minorHAnsi"/>
                <w:bCs/>
              </w:rPr>
              <w:t xml:space="preserve">należy zaznaczyć tylko jedną, wybraną odpowiedź z dwóch poniższych – </w:t>
            </w:r>
            <w:r w:rsidRPr="00A021D0">
              <w:rPr>
                <w:rFonts w:asciiTheme="minorHAnsi" w:hAnsiTheme="minorHAnsi" w:cstheme="minorHAnsi"/>
                <w:bCs/>
                <w:i/>
              </w:rPr>
              <w:t xml:space="preserve">kryterium </w:t>
            </w:r>
            <w:proofErr w:type="spellStart"/>
            <w:r w:rsidRPr="00A021D0">
              <w:rPr>
                <w:rFonts w:asciiTheme="minorHAnsi" w:hAnsiTheme="minorHAnsi" w:cstheme="minorHAnsi"/>
                <w:bCs/>
                <w:i/>
              </w:rPr>
              <w:t>pozacenowe</w:t>
            </w:r>
            <w:proofErr w:type="spellEnd"/>
            <w:r w:rsidRPr="00A021D0">
              <w:rPr>
                <w:rFonts w:asciiTheme="minorHAnsi" w:hAnsiTheme="minorHAnsi" w:cstheme="minorHAnsi"/>
                <w:bCs/>
                <w:i/>
              </w:rPr>
              <w:t xml:space="preserve"> o wadze 40 pkt</w:t>
            </w:r>
            <w:r w:rsidRPr="00A021D0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559" w:type="dxa"/>
          </w:tcPr>
          <w:p w14:paraId="6A49B472" w14:textId="77777777" w:rsidR="00E720F2" w:rsidRPr="00A021D0" w:rsidRDefault="00E720F2" w:rsidP="00D3149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21D0">
              <w:rPr>
                <w:rFonts w:asciiTheme="minorHAnsi" w:hAnsiTheme="minorHAnsi" w:cstheme="minorHAnsi"/>
                <w:b/>
              </w:rPr>
              <w:t>Zaznaczyć właściwe znakiem X</w:t>
            </w:r>
          </w:p>
        </w:tc>
      </w:tr>
      <w:tr w:rsidR="00E720F2" w:rsidRPr="0081788B" w14:paraId="35DC8793" w14:textId="77777777" w:rsidTr="00D3149E">
        <w:tc>
          <w:tcPr>
            <w:tcW w:w="7797" w:type="dxa"/>
          </w:tcPr>
          <w:p w14:paraId="130FB54F" w14:textId="77777777" w:rsidR="00E720F2" w:rsidRPr="00A021D0" w:rsidRDefault="00E720F2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>Oferuję wykonanie działań promocyjnych polegających co najmniej na oznakowaniu miejsca realizacji usług co najmniej tablicą lub naklejką o powierzchni 1 m2 zawierającą informacje o projekcie i logotypy projektu, zgodnie z zaleceniami Zamawiającego</w:t>
            </w:r>
            <w:r>
              <w:rPr>
                <w:rFonts w:asciiTheme="minorHAnsi" w:hAnsiTheme="minorHAnsi" w:cstheme="minorHAnsi"/>
              </w:rPr>
              <w:t xml:space="preserve"> (przynajmniej w czasie realizacji zajęć)</w:t>
            </w:r>
            <w:r w:rsidRPr="00A021D0">
              <w:rPr>
                <w:rFonts w:asciiTheme="minorHAnsi" w:hAnsiTheme="minorHAnsi" w:cstheme="minorHAnsi"/>
              </w:rPr>
              <w:t xml:space="preserve"> oraz umieszczeniu informacji na stronie głównej strony internetowej co najmniej odnośnika do informacji o świadczonych usług, po otwarcie którego uczestnicy i inne zainteresowane osoby będą mogli uzyskać informacje o realizowanym zadaniu w ramach projektu</w:t>
            </w:r>
            <w:r w:rsidRPr="00FB6020">
              <w:rPr>
                <w:rFonts w:asciiTheme="minorHAnsi" w:hAnsiTheme="minorHAnsi" w:cstheme="minorHAnsi"/>
              </w:rPr>
              <w:t>(w okresie realizacji zadania tj. pomiędzy pierwszymi a ostatnimi zajęciami w ramach zadania)</w:t>
            </w:r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5CAB6207" w14:textId="77777777" w:rsidR="00E720F2" w:rsidRPr="00A021D0" w:rsidRDefault="00E720F2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720F2" w:rsidRPr="0081788B" w14:paraId="4D2C60FB" w14:textId="77777777" w:rsidTr="00D3149E">
        <w:tc>
          <w:tcPr>
            <w:tcW w:w="7797" w:type="dxa"/>
          </w:tcPr>
          <w:p w14:paraId="6849F4DB" w14:textId="77777777" w:rsidR="00E720F2" w:rsidRPr="00A021D0" w:rsidRDefault="00E720F2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 xml:space="preserve">Nie oferuję promocji usług w środowisku w pełnym zakresie wymaganym przez Zamawiającego dla uzyskania punktów w kryterium </w:t>
            </w:r>
            <w:proofErr w:type="spellStart"/>
            <w:r w:rsidRPr="00A021D0">
              <w:rPr>
                <w:rFonts w:asciiTheme="minorHAnsi" w:hAnsiTheme="minorHAnsi" w:cstheme="minorHAnsi"/>
              </w:rPr>
              <w:t>pozacenowym</w:t>
            </w:r>
            <w:proofErr w:type="spellEnd"/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78436952" w14:textId="77777777" w:rsidR="00E720F2" w:rsidRPr="00A021D0" w:rsidRDefault="00E720F2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A915021" w14:textId="77777777" w:rsidR="00E720F2" w:rsidRPr="005A37B1" w:rsidRDefault="00E720F2" w:rsidP="00E720F2">
      <w:pPr>
        <w:spacing w:after="0" w:line="240" w:lineRule="auto"/>
        <w:rPr>
          <w:rFonts w:asciiTheme="minorHAnsi" w:hAnsiTheme="minorHAnsi" w:cstheme="minorHAnsi"/>
        </w:rPr>
      </w:pPr>
    </w:p>
    <w:p w14:paraId="35C1A426" w14:textId="77777777" w:rsid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</w:p>
    <w:p w14:paraId="17D12E07" w14:textId="109F3E22" w:rsid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Część II - </w:t>
      </w:r>
      <w:r w:rsidRPr="00E720F2">
        <w:rPr>
          <w:rFonts w:asciiTheme="minorHAnsi" w:hAnsiTheme="minorHAnsi" w:cstheme="minorHAnsi"/>
          <w:b/>
          <w:bCs/>
        </w:rPr>
        <w:t>Joga –</w:t>
      </w:r>
      <w:r w:rsidRPr="00E720F2">
        <w:rPr>
          <w:rFonts w:asciiTheme="minorHAnsi" w:hAnsiTheme="minorHAnsi" w:cstheme="minorHAnsi"/>
        </w:rPr>
        <w:t xml:space="preserve"> zajęcia łączące ćwiczenia rozciągające, wzmacniające i oddechowe, dostosowane do możliwości psychoruchowych uczestników. W ramach zajęć stosowane są techniki relaksacyjne i elementy </w:t>
      </w:r>
      <w:proofErr w:type="spellStart"/>
      <w:r w:rsidRPr="00E720F2">
        <w:rPr>
          <w:rFonts w:asciiTheme="minorHAnsi" w:hAnsiTheme="minorHAnsi" w:cstheme="minorHAnsi"/>
        </w:rPr>
        <w:t>mindfulness</w:t>
      </w:r>
      <w:proofErr w:type="spellEnd"/>
      <w:r w:rsidR="003C27CA">
        <w:rPr>
          <w:rFonts w:asciiTheme="minorHAnsi" w:hAnsiTheme="minorHAnsi" w:cstheme="minorHAnsi"/>
        </w:rPr>
        <w:t>.</w:t>
      </w:r>
    </w:p>
    <w:p w14:paraId="7372D8C3" w14:textId="77777777" w:rsid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</w:p>
    <w:p w14:paraId="6977AC9B" w14:textId="63DAE528" w:rsidR="00E720F2" w:rsidRPr="005A37B1" w:rsidRDefault="00E720F2" w:rsidP="00E720F2">
      <w:pPr>
        <w:suppressAutoHyphens/>
        <w:spacing w:after="0"/>
        <w:rPr>
          <w:rFonts w:asciiTheme="minorHAnsi" w:hAnsiTheme="minorHAnsi" w:cstheme="minorHAnsi"/>
        </w:rPr>
      </w:pPr>
      <w:r w:rsidRPr="0081788B">
        <w:rPr>
          <w:rFonts w:asciiTheme="minorHAnsi" w:hAnsiTheme="minorHAnsi" w:cstheme="minorHAnsi"/>
        </w:rPr>
        <w:t xml:space="preserve">Oferujemy wykonanie całego przedmiotu zamówienia </w:t>
      </w:r>
      <w:r w:rsidRPr="0081788B">
        <w:rPr>
          <w:rFonts w:asciiTheme="minorHAnsi" w:hAnsiTheme="minorHAnsi" w:cstheme="minorHAnsi"/>
          <w:bCs/>
        </w:rPr>
        <w:t xml:space="preserve">w </w:t>
      </w:r>
      <w:r w:rsidRPr="0081788B">
        <w:rPr>
          <w:rFonts w:asciiTheme="minorHAnsi" w:hAnsiTheme="minorHAnsi" w:cstheme="minorHAnsi"/>
          <w:b/>
          <w:bCs/>
        </w:rPr>
        <w:t xml:space="preserve">ilości </w:t>
      </w:r>
      <w:r w:rsidR="003C27CA">
        <w:rPr>
          <w:rFonts w:asciiTheme="minorHAnsi" w:hAnsiTheme="minorHAnsi" w:cstheme="minorHAnsi"/>
          <w:b/>
          <w:bCs/>
        </w:rPr>
        <w:t>70</w:t>
      </w:r>
      <w:r>
        <w:rPr>
          <w:rFonts w:asciiTheme="minorHAnsi" w:hAnsiTheme="minorHAnsi" w:cstheme="minorHAnsi"/>
          <w:b/>
          <w:bCs/>
        </w:rPr>
        <w:t xml:space="preserve"> </w:t>
      </w:r>
      <w:r w:rsidRPr="0081788B">
        <w:rPr>
          <w:rFonts w:asciiTheme="minorHAnsi" w:hAnsiTheme="minorHAnsi" w:cstheme="minorHAnsi"/>
          <w:b/>
          <w:bCs/>
        </w:rPr>
        <w:t>godzin</w:t>
      </w:r>
      <w:r w:rsidRPr="0081788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(wraz z udostępnieniem pomieszczenia) </w:t>
      </w:r>
      <w:r w:rsidRPr="0081788B">
        <w:rPr>
          <w:rFonts w:asciiTheme="minorHAnsi" w:hAnsiTheme="minorHAnsi" w:cstheme="minorHAnsi"/>
          <w:b/>
        </w:rPr>
        <w:t>za cenę brutto:</w:t>
      </w:r>
      <w:r w:rsidRPr="0081788B">
        <w:rPr>
          <w:rFonts w:asciiTheme="minorHAnsi" w:hAnsiTheme="minorHAnsi" w:cstheme="minorHAnsi"/>
        </w:rPr>
        <w:t xml:space="preserve"> ………………  </w:t>
      </w:r>
      <w:r w:rsidRPr="005A37B1">
        <w:rPr>
          <w:rFonts w:asciiTheme="minorHAnsi" w:hAnsiTheme="minorHAnsi" w:cstheme="minorHAnsi"/>
        </w:rPr>
        <w:t>złotych (słownie zł: ……………………………)</w:t>
      </w:r>
      <w:r>
        <w:rPr>
          <w:rFonts w:asciiTheme="minorHAnsi" w:hAnsiTheme="minorHAnsi" w:cstheme="minorHAnsi"/>
        </w:rPr>
        <w:t xml:space="preserve"> wg szczegółowej kalkulacji: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2126"/>
        <w:gridCol w:w="1984"/>
      </w:tblGrid>
      <w:tr w:rsidR="00E720F2" w14:paraId="0BE8ACBA" w14:textId="77777777" w:rsidTr="00D3149E">
        <w:tc>
          <w:tcPr>
            <w:tcW w:w="2518" w:type="dxa"/>
          </w:tcPr>
          <w:p w14:paraId="2F259FBC" w14:textId="77777777" w:rsidR="00E720F2" w:rsidRPr="00E720F2" w:rsidRDefault="00E720F2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Rodzaj usługi</w:t>
            </w:r>
          </w:p>
        </w:tc>
        <w:tc>
          <w:tcPr>
            <w:tcW w:w="2552" w:type="dxa"/>
          </w:tcPr>
          <w:p w14:paraId="516DB893" w14:textId="77777777" w:rsidR="00E720F2" w:rsidRPr="00E720F2" w:rsidRDefault="00E720F2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jednostkowa brutto</w:t>
            </w:r>
          </w:p>
          <w:p w14:paraId="794ED1F7" w14:textId="77777777" w:rsidR="00E720F2" w:rsidRPr="00E720F2" w:rsidRDefault="00E720F2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(za godzinę prowadzenia zajęć)</w:t>
            </w:r>
          </w:p>
        </w:tc>
        <w:tc>
          <w:tcPr>
            <w:tcW w:w="2126" w:type="dxa"/>
          </w:tcPr>
          <w:p w14:paraId="5FD9E684" w14:textId="77777777" w:rsidR="00E720F2" w:rsidRPr="00E720F2" w:rsidRDefault="00E720F2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Ilość godzin w ramach zamówienia</w:t>
            </w:r>
          </w:p>
        </w:tc>
        <w:tc>
          <w:tcPr>
            <w:tcW w:w="1984" w:type="dxa"/>
          </w:tcPr>
          <w:p w14:paraId="456D4479" w14:textId="77777777" w:rsidR="00E720F2" w:rsidRPr="00E720F2" w:rsidRDefault="00E720F2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brutto razem</w:t>
            </w:r>
          </w:p>
        </w:tc>
      </w:tr>
      <w:tr w:rsidR="00E720F2" w14:paraId="752AAD91" w14:textId="77777777" w:rsidTr="00D3149E">
        <w:tc>
          <w:tcPr>
            <w:tcW w:w="2518" w:type="dxa"/>
          </w:tcPr>
          <w:p w14:paraId="78371C15" w14:textId="0030BC71" w:rsidR="00E720F2" w:rsidRPr="00E720F2" w:rsidRDefault="00E720F2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Świadczenie usług prozdrowotnych (</w:t>
            </w:r>
            <w:r w:rsidR="003C27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joga</w:t>
            </w: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)</w:t>
            </w:r>
          </w:p>
        </w:tc>
        <w:tc>
          <w:tcPr>
            <w:tcW w:w="2552" w:type="dxa"/>
          </w:tcPr>
          <w:p w14:paraId="753D3A87" w14:textId="77777777" w:rsidR="00E720F2" w:rsidRPr="00E720F2" w:rsidRDefault="00E720F2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</w:tcPr>
          <w:p w14:paraId="48FB3245" w14:textId="4ED0D70D" w:rsidR="00E720F2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70</w:t>
            </w:r>
          </w:p>
        </w:tc>
        <w:tc>
          <w:tcPr>
            <w:tcW w:w="1984" w:type="dxa"/>
          </w:tcPr>
          <w:p w14:paraId="67C46A30" w14:textId="77777777" w:rsidR="00E720F2" w:rsidRPr="00E720F2" w:rsidRDefault="00E720F2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</w:tbl>
    <w:p w14:paraId="015196BB" w14:textId="77777777" w:rsidR="00E720F2" w:rsidRPr="005A37B1" w:rsidRDefault="00E720F2" w:rsidP="00E720F2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7797"/>
        <w:gridCol w:w="1559"/>
      </w:tblGrid>
      <w:tr w:rsidR="00E720F2" w:rsidRPr="0081788B" w14:paraId="725A4417" w14:textId="77777777" w:rsidTr="00D3149E">
        <w:tc>
          <w:tcPr>
            <w:tcW w:w="7797" w:type="dxa"/>
          </w:tcPr>
          <w:p w14:paraId="32102B92" w14:textId="77777777" w:rsidR="00E720F2" w:rsidRPr="00A021D0" w:rsidRDefault="00E720F2" w:rsidP="00D3149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  <w:b/>
              </w:rPr>
              <w:t xml:space="preserve">Niniejszym </w:t>
            </w:r>
            <w:r w:rsidRPr="00A021D0">
              <w:rPr>
                <w:rFonts w:asciiTheme="minorHAnsi" w:hAnsiTheme="minorHAnsi" w:cstheme="minorHAnsi"/>
                <w:b/>
                <w:bCs/>
              </w:rPr>
              <w:t>oświadczamy</w:t>
            </w:r>
            <w:r w:rsidRPr="00A021D0">
              <w:rPr>
                <w:rFonts w:asciiTheme="minorHAnsi" w:hAnsiTheme="minorHAnsi" w:cstheme="minorHAnsi"/>
                <w:b/>
              </w:rPr>
              <w:t>, iż w związku z realizacją przedmiotowego zamówienia</w:t>
            </w:r>
            <w:r w:rsidRPr="00A021D0">
              <w:rPr>
                <w:rFonts w:asciiTheme="minorHAnsi" w:hAnsiTheme="minorHAnsi" w:cstheme="minorHAnsi"/>
              </w:rPr>
              <w:t xml:space="preserve"> (</w:t>
            </w:r>
            <w:r w:rsidRPr="00A021D0">
              <w:rPr>
                <w:rFonts w:asciiTheme="minorHAnsi" w:hAnsiTheme="minorHAnsi" w:cstheme="minorHAnsi"/>
                <w:bCs/>
              </w:rPr>
              <w:t xml:space="preserve">należy zaznaczyć tylko jedną, wybraną odpowiedź z dwóch poniższych – </w:t>
            </w:r>
            <w:r w:rsidRPr="00A021D0">
              <w:rPr>
                <w:rFonts w:asciiTheme="minorHAnsi" w:hAnsiTheme="minorHAnsi" w:cstheme="minorHAnsi"/>
                <w:bCs/>
                <w:i/>
              </w:rPr>
              <w:t xml:space="preserve">kryterium </w:t>
            </w:r>
            <w:proofErr w:type="spellStart"/>
            <w:r w:rsidRPr="00A021D0">
              <w:rPr>
                <w:rFonts w:asciiTheme="minorHAnsi" w:hAnsiTheme="minorHAnsi" w:cstheme="minorHAnsi"/>
                <w:bCs/>
                <w:i/>
              </w:rPr>
              <w:t>pozacenowe</w:t>
            </w:r>
            <w:proofErr w:type="spellEnd"/>
            <w:r w:rsidRPr="00A021D0">
              <w:rPr>
                <w:rFonts w:asciiTheme="minorHAnsi" w:hAnsiTheme="minorHAnsi" w:cstheme="minorHAnsi"/>
                <w:bCs/>
                <w:i/>
              </w:rPr>
              <w:t xml:space="preserve"> o wadze 40 pkt</w:t>
            </w:r>
            <w:r w:rsidRPr="00A021D0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559" w:type="dxa"/>
          </w:tcPr>
          <w:p w14:paraId="31645D41" w14:textId="77777777" w:rsidR="00E720F2" w:rsidRPr="00A021D0" w:rsidRDefault="00E720F2" w:rsidP="00D3149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21D0">
              <w:rPr>
                <w:rFonts w:asciiTheme="minorHAnsi" w:hAnsiTheme="minorHAnsi" w:cstheme="minorHAnsi"/>
                <w:b/>
              </w:rPr>
              <w:t>Zaznaczyć właściwe znakiem X</w:t>
            </w:r>
          </w:p>
        </w:tc>
      </w:tr>
      <w:tr w:rsidR="00E720F2" w:rsidRPr="0081788B" w14:paraId="7C94990D" w14:textId="77777777" w:rsidTr="00D3149E">
        <w:tc>
          <w:tcPr>
            <w:tcW w:w="7797" w:type="dxa"/>
          </w:tcPr>
          <w:p w14:paraId="0BF314C4" w14:textId="77777777" w:rsidR="00E720F2" w:rsidRPr="00A021D0" w:rsidRDefault="00E720F2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>Oferuję wykonanie działań promocyjnych polegających co najmniej na oznakowaniu miejsca realizacji usług co najmniej tablicą lub naklejką o powierzchni 1 m2 zawierającą informacje o projekcie i logotypy projektu, zgodnie z zaleceniami Zamawiającego</w:t>
            </w:r>
            <w:r>
              <w:rPr>
                <w:rFonts w:asciiTheme="minorHAnsi" w:hAnsiTheme="minorHAnsi" w:cstheme="minorHAnsi"/>
              </w:rPr>
              <w:t xml:space="preserve"> (przynajmniej w czasie realizacji zajęć)</w:t>
            </w:r>
            <w:r w:rsidRPr="00A021D0">
              <w:rPr>
                <w:rFonts w:asciiTheme="minorHAnsi" w:hAnsiTheme="minorHAnsi" w:cstheme="minorHAnsi"/>
              </w:rPr>
              <w:t xml:space="preserve"> oraz umieszczeniu informacji na stronie głównej strony internetowej co najmniej odnośnika do informacji o świadczonych usług, po otwarcie którego uczestnicy i inne zainteresowane osoby będą mogli uzyskać informacje o realizowanym zadaniu w ramach projektu</w:t>
            </w:r>
            <w:r w:rsidRPr="00FB6020">
              <w:rPr>
                <w:rFonts w:asciiTheme="minorHAnsi" w:hAnsiTheme="minorHAnsi" w:cstheme="minorHAnsi"/>
              </w:rPr>
              <w:t>(w okresie realizacji zadania tj. pomiędzy pierwszymi a ostatnimi zajęciami w ramach zadania)</w:t>
            </w:r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07705C61" w14:textId="77777777" w:rsidR="00E720F2" w:rsidRPr="00A021D0" w:rsidRDefault="00E720F2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720F2" w:rsidRPr="0081788B" w14:paraId="5A6DE4BE" w14:textId="77777777" w:rsidTr="00D3149E">
        <w:tc>
          <w:tcPr>
            <w:tcW w:w="7797" w:type="dxa"/>
          </w:tcPr>
          <w:p w14:paraId="6BC0812E" w14:textId="77777777" w:rsidR="00E720F2" w:rsidRPr="00A021D0" w:rsidRDefault="00E720F2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 xml:space="preserve">Nie oferuję promocji usług w środowisku w pełnym zakresie wymaganym przez Zamawiającego dla uzyskania punktów w kryterium </w:t>
            </w:r>
            <w:proofErr w:type="spellStart"/>
            <w:r w:rsidRPr="00A021D0">
              <w:rPr>
                <w:rFonts w:asciiTheme="minorHAnsi" w:hAnsiTheme="minorHAnsi" w:cstheme="minorHAnsi"/>
              </w:rPr>
              <w:t>pozacenowym</w:t>
            </w:r>
            <w:proofErr w:type="spellEnd"/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5328AC7C" w14:textId="77777777" w:rsidR="00E720F2" w:rsidRPr="00A021D0" w:rsidRDefault="00E720F2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74E5E37C" w14:textId="77777777" w:rsidR="00E720F2" w:rsidRP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</w:rPr>
      </w:pPr>
    </w:p>
    <w:p w14:paraId="6E9425EA" w14:textId="274B0C13" w:rsidR="00E720F2" w:rsidRP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Część III - </w:t>
      </w:r>
      <w:r w:rsidRPr="00E720F2">
        <w:rPr>
          <w:rFonts w:asciiTheme="minorHAnsi" w:hAnsiTheme="minorHAnsi" w:cstheme="minorHAnsi"/>
          <w:b/>
          <w:bCs/>
        </w:rPr>
        <w:t xml:space="preserve">Edukacja zdrowotna, </w:t>
      </w:r>
      <w:proofErr w:type="spellStart"/>
      <w:r w:rsidRPr="00E720F2">
        <w:rPr>
          <w:rFonts w:asciiTheme="minorHAnsi" w:hAnsiTheme="minorHAnsi" w:cstheme="minorHAnsi"/>
          <w:b/>
          <w:bCs/>
        </w:rPr>
        <w:t>psychodietetyczna</w:t>
      </w:r>
      <w:proofErr w:type="spellEnd"/>
      <w:r w:rsidRPr="00E720F2">
        <w:rPr>
          <w:rFonts w:asciiTheme="minorHAnsi" w:hAnsiTheme="minorHAnsi" w:cstheme="minorHAnsi"/>
        </w:rPr>
        <w:t xml:space="preserve"> </w:t>
      </w:r>
      <w:r w:rsidRPr="00E720F2">
        <w:rPr>
          <w:rFonts w:asciiTheme="minorHAnsi" w:hAnsiTheme="minorHAnsi" w:cstheme="minorHAnsi"/>
          <w:b/>
          <w:bCs/>
        </w:rPr>
        <w:t>i profilaktyka uzależnień</w:t>
      </w:r>
      <w:r w:rsidRPr="00E720F2">
        <w:rPr>
          <w:rFonts w:asciiTheme="minorHAnsi" w:hAnsiTheme="minorHAnsi" w:cstheme="minorHAnsi"/>
        </w:rPr>
        <w:t xml:space="preserve"> –  zajęcia o charakterze edukacyjno-warsztatowym, których celem jest promowanie zdrowego stylu życia i profilaktyki chorób cywilizacyjnych oraz zapobieganie </w:t>
      </w:r>
      <w:proofErr w:type="spellStart"/>
      <w:r w:rsidRPr="00E720F2">
        <w:rPr>
          <w:rFonts w:asciiTheme="minorHAnsi" w:hAnsiTheme="minorHAnsi" w:cstheme="minorHAnsi"/>
        </w:rPr>
        <w:t>zachowaniom</w:t>
      </w:r>
      <w:proofErr w:type="spellEnd"/>
      <w:r w:rsidRPr="00E720F2">
        <w:rPr>
          <w:rFonts w:asciiTheme="minorHAnsi" w:hAnsiTheme="minorHAnsi" w:cstheme="minorHAnsi"/>
        </w:rPr>
        <w:t xml:space="preserve"> ryzykownym, w tym uzależnieniom. </w:t>
      </w:r>
    </w:p>
    <w:p w14:paraId="5BC0B18C" w14:textId="77777777" w:rsidR="003C27CA" w:rsidRDefault="003C27CA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</w:p>
    <w:p w14:paraId="1E2D957E" w14:textId="53C99EAE" w:rsidR="003C27CA" w:rsidRPr="005A37B1" w:rsidRDefault="003C27CA" w:rsidP="003C27CA">
      <w:pPr>
        <w:suppressAutoHyphens/>
        <w:spacing w:after="0"/>
        <w:rPr>
          <w:rFonts w:asciiTheme="minorHAnsi" w:hAnsiTheme="minorHAnsi" w:cstheme="minorHAnsi"/>
        </w:rPr>
      </w:pPr>
      <w:r w:rsidRPr="0081788B">
        <w:rPr>
          <w:rFonts w:asciiTheme="minorHAnsi" w:hAnsiTheme="minorHAnsi" w:cstheme="minorHAnsi"/>
        </w:rPr>
        <w:t xml:space="preserve">Oferujemy wykonanie całego przedmiotu zamówienia </w:t>
      </w:r>
      <w:r w:rsidRPr="0081788B">
        <w:rPr>
          <w:rFonts w:asciiTheme="minorHAnsi" w:hAnsiTheme="minorHAnsi" w:cstheme="minorHAnsi"/>
          <w:bCs/>
        </w:rPr>
        <w:t xml:space="preserve">w </w:t>
      </w:r>
      <w:r w:rsidRPr="0081788B">
        <w:rPr>
          <w:rFonts w:asciiTheme="minorHAnsi" w:hAnsiTheme="minorHAnsi" w:cstheme="minorHAnsi"/>
          <w:b/>
          <w:bCs/>
        </w:rPr>
        <w:t xml:space="preserve">ilości </w:t>
      </w:r>
      <w:r>
        <w:rPr>
          <w:rFonts w:asciiTheme="minorHAnsi" w:hAnsiTheme="minorHAnsi" w:cstheme="minorHAnsi"/>
          <w:b/>
          <w:bCs/>
        </w:rPr>
        <w:t xml:space="preserve">30 </w:t>
      </w:r>
      <w:r w:rsidRPr="0081788B">
        <w:rPr>
          <w:rFonts w:asciiTheme="minorHAnsi" w:hAnsiTheme="minorHAnsi" w:cstheme="minorHAnsi"/>
          <w:b/>
          <w:bCs/>
        </w:rPr>
        <w:t>godzin</w:t>
      </w:r>
      <w:r w:rsidRPr="0081788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(wraz z udostępnieniem pomieszczenia) </w:t>
      </w:r>
      <w:r w:rsidRPr="0081788B">
        <w:rPr>
          <w:rFonts w:asciiTheme="minorHAnsi" w:hAnsiTheme="minorHAnsi" w:cstheme="minorHAnsi"/>
          <w:b/>
        </w:rPr>
        <w:t>za cenę brutto:</w:t>
      </w:r>
      <w:r w:rsidRPr="0081788B">
        <w:rPr>
          <w:rFonts w:asciiTheme="minorHAnsi" w:hAnsiTheme="minorHAnsi" w:cstheme="minorHAnsi"/>
        </w:rPr>
        <w:t xml:space="preserve"> ………………  </w:t>
      </w:r>
      <w:r w:rsidRPr="005A37B1">
        <w:rPr>
          <w:rFonts w:asciiTheme="minorHAnsi" w:hAnsiTheme="minorHAnsi" w:cstheme="minorHAnsi"/>
        </w:rPr>
        <w:t>złotych (słownie zł: ……………………………)</w:t>
      </w:r>
      <w:r>
        <w:rPr>
          <w:rFonts w:asciiTheme="minorHAnsi" w:hAnsiTheme="minorHAnsi" w:cstheme="minorHAnsi"/>
        </w:rPr>
        <w:t xml:space="preserve"> wg szczegółowej kalkulacji: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2126"/>
        <w:gridCol w:w="1984"/>
      </w:tblGrid>
      <w:tr w:rsidR="003C27CA" w14:paraId="00AD5F2D" w14:textId="77777777" w:rsidTr="00D3149E">
        <w:tc>
          <w:tcPr>
            <w:tcW w:w="2518" w:type="dxa"/>
          </w:tcPr>
          <w:p w14:paraId="55CCC9A8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lastRenderedPageBreak/>
              <w:t>Rodzaj usługi</w:t>
            </w:r>
          </w:p>
        </w:tc>
        <w:tc>
          <w:tcPr>
            <w:tcW w:w="2552" w:type="dxa"/>
          </w:tcPr>
          <w:p w14:paraId="2C61056E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jednostkowa brutto</w:t>
            </w:r>
          </w:p>
          <w:p w14:paraId="211A06CF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(za godzinę prowadzenia zajęć)</w:t>
            </w:r>
          </w:p>
        </w:tc>
        <w:tc>
          <w:tcPr>
            <w:tcW w:w="2126" w:type="dxa"/>
          </w:tcPr>
          <w:p w14:paraId="7E83EF5D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Ilość godzin w ramach zamówienia</w:t>
            </w:r>
          </w:p>
        </w:tc>
        <w:tc>
          <w:tcPr>
            <w:tcW w:w="1984" w:type="dxa"/>
          </w:tcPr>
          <w:p w14:paraId="2682BD85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brutto razem</w:t>
            </w:r>
          </w:p>
        </w:tc>
      </w:tr>
      <w:tr w:rsidR="003C27CA" w14:paraId="2D8F6BC6" w14:textId="77777777" w:rsidTr="00D3149E">
        <w:tc>
          <w:tcPr>
            <w:tcW w:w="2518" w:type="dxa"/>
          </w:tcPr>
          <w:p w14:paraId="1628FC3F" w14:textId="130E0BB1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Świadczenie usług prozdrowotnych (</w:t>
            </w:r>
            <w:r w:rsidRPr="003C27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Edukacja zdrowotna, </w:t>
            </w:r>
            <w:proofErr w:type="spellStart"/>
            <w:r w:rsidRPr="003C27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psychodietetyczna</w:t>
            </w:r>
            <w:proofErr w:type="spellEnd"/>
            <w:r w:rsidRPr="003C27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 i profilaktyka uzależnień</w:t>
            </w: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)</w:t>
            </w:r>
          </w:p>
        </w:tc>
        <w:tc>
          <w:tcPr>
            <w:tcW w:w="2552" w:type="dxa"/>
          </w:tcPr>
          <w:p w14:paraId="3D61A786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</w:tcPr>
          <w:p w14:paraId="66648C38" w14:textId="1805AE9F" w:rsidR="003C27CA" w:rsidRPr="00E720F2" w:rsidRDefault="003C27CA" w:rsidP="003C2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30</w:t>
            </w:r>
          </w:p>
        </w:tc>
        <w:tc>
          <w:tcPr>
            <w:tcW w:w="1984" w:type="dxa"/>
          </w:tcPr>
          <w:p w14:paraId="3A641BE8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</w:tbl>
    <w:p w14:paraId="72265242" w14:textId="77777777" w:rsidR="003C27CA" w:rsidRPr="005A37B1" w:rsidRDefault="003C27CA" w:rsidP="003C27CA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7797"/>
        <w:gridCol w:w="1559"/>
      </w:tblGrid>
      <w:tr w:rsidR="003C27CA" w:rsidRPr="0081788B" w14:paraId="2B67993D" w14:textId="77777777" w:rsidTr="00D3149E">
        <w:tc>
          <w:tcPr>
            <w:tcW w:w="7797" w:type="dxa"/>
          </w:tcPr>
          <w:p w14:paraId="432EAB2F" w14:textId="77777777" w:rsidR="003C27CA" w:rsidRPr="00A021D0" w:rsidRDefault="003C27CA" w:rsidP="00D3149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  <w:b/>
              </w:rPr>
              <w:t xml:space="preserve">Niniejszym </w:t>
            </w:r>
            <w:r w:rsidRPr="00A021D0">
              <w:rPr>
                <w:rFonts w:asciiTheme="minorHAnsi" w:hAnsiTheme="minorHAnsi" w:cstheme="minorHAnsi"/>
                <w:b/>
                <w:bCs/>
              </w:rPr>
              <w:t>oświadczamy</w:t>
            </w:r>
            <w:r w:rsidRPr="00A021D0">
              <w:rPr>
                <w:rFonts w:asciiTheme="minorHAnsi" w:hAnsiTheme="minorHAnsi" w:cstheme="minorHAnsi"/>
                <w:b/>
              </w:rPr>
              <w:t>, iż w związku z realizacją przedmiotowego zamówienia</w:t>
            </w:r>
            <w:r w:rsidRPr="00A021D0">
              <w:rPr>
                <w:rFonts w:asciiTheme="minorHAnsi" w:hAnsiTheme="minorHAnsi" w:cstheme="minorHAnsi"/>
              </w:rPr>
              <w:t xml:space="preserve"> (</w:t>
            </w:r>
            <w:r w:rsidRPr="00A021D0">
              <w:rPr>
                <w:rFonts w:asciiTheme="minorHAnsi" w:hAnsiTheme="minorHAnsi" w:cstheme="minorHAnsi"/>
                <w:bCs/>
              </w:rPr>
              <w:t xml:space="preserve">należy zaznaczyć tylko jedną, wybraną odpowiedź z dwóch poniższych – </w:t>
            </w:r>
            <w:r w:rsidRPr="00A021D0">
              <w:rPr>
                <w:rFonts w:asciiTheme="minorHAnsi" w:hAnsiTheme="minorHAnsi" w:cstheme="minorHAnsi"/>
                <w:bCs/>
                <w:i/>
              </w:rPr>
              <w:t xml:space="preserve">kryterium </w:t>
            </w:r>
            <w:proofErr w:type="spellStart"/>
            <w:r w:rsidRPr="00A021D0">
              <w:rPr>
                <w:rFonts w:asciiTheme="minorHAnsi" w:hAnsiTheme="minorHAnsi" w:cstheme="minorHAnsi"/>
                <w:bCs/>
                <w:i/>
              </w:rPr>
              <w:t>pozacenowe</w:t>
            </w:r>
            <w:proofErr w:type="spellEnd"/>
            <w:r w:rsidRPr="00A021D0">
              <w:rPr>
                <w:rFonts w:asciiTheme="minorHAnsi" w:hAnsiTheme="minorHAnsi" w:cstheme="minorHAnsi"/>
                <w:bCs/>
                <w:i/>
              </w:rPr>
              <w:t xml:space="preserve"> o wadze 40 pkt</w:t>
            </w:r>
            <w:r w:rsidRPr="00A021D0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559" w:type="dxa"/>
          </w:tcPr>
          <w:p w14:paraId="7069F1A1" w14:textId="77777777" w:rsidR="003C27CA" w:rsidRPr="00A021D0" w:rsidRDefault="003C27CA" w:rsidP="00D3149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21D0">
              <w:rPr>
                <w:rFonts w:asciiTheme="minorHAnsi" w:hAnsiTheme="minorHAnsi" w:cstheme="minorHAnsi"/>
                <w:b/>
              </w:rPr>
              <w:t>Zaznaczyć właściwe znakiem X</w:t>
            </w:r>
          </w:p>
        </w:tc>
      </w:tr>
      <w:tr w:rsidR="003C27CA" w:rsidRPr="0081788B" w14:paraId="7BF4347B" w14:textId="77777777" w:rsidTr="00D3149E">
        <w:tc>
          <w:tcPr>
            <w:tcW w:w="7797" w:type="dxa"/>
          </w:tcPr>
          <w:p w14:paraId="406E746E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>Oferuję wykonanie działań promocyjnych polegających co najmniej na oznakowaniu miejsca realizacji usług co najmniej tablicą lub naklejką o powierzchni 1 m2 zawierającą informacje o projekcie i logotypy projektu, zgodnie z zaleceniami Zamawiającego</w:t>
            </w:r>
            <w:r>
              <w:rPr>
                <w:rFonts w:asciiTheme="minorHAnsi" w:hAnsiTheme="minorHAnsi" w:cstheme="minorHAnsi"/>
              </w:rPr>
              <w:t xml:space="preserve"> (przynajmniej w czasie realizacji zajęć)</w:t>
            </w:r>
            <w:r w:rsidRPr="00A021D0">
              <w:rPr>
                <w:rFonts w:asciiTheme="minorHAnsi" w:hAnsiTheme="minorHAnsi" w:cstheme="minorHAnsi"/>
              </w:rPr>
              <w:t xml:space="preserve"> oraz umieszczeniu informacji na stronie głównej strony internetowej co najmniej odnośnika do informacji o świadczonych usług, po otwarcie którego uczestnicy i inne zainteresowane osoby będą mogli uzyskać informacje o realizowanym zadaniu w ramach projektu</w:t>
            </w:r>
            <w:r w:rsidRPr="00FB6020">
              <w:rPr>
                <w:rFonts w:asciiTheme="minorHAnsi" w:hAnsiTheme="minorHAnsi" w:cstheme="minorHAnsi"/>
              </w:rPr>
              <w:t>(w okresie realizacji zadania tj. pomiędzy pierwszymi a ostatnimi zajęciami w ramach zadania)</w:t>
            </w:r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68756D6F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C27CA" w:rsidRPr="0081788B" w14:paraId="3EB36A2D" w14:textId="77777777" w:rsidTr="00D3149E">
        <w:tc>
          <w:tcPr>
            <w:tcW w:w="7797" w:type="dxa"/>
          </w:tcPr>
          <w:p w14:paraId="628E47DF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 xml:space="preserve">Nie oferuję promocji usług w środowisku w pełnym zakresie wymaganym przez Zamawiającego dla uzyskania punktów w kryterium </w:t>
            </w:r>
            <w:proofErr w:type="spellStart"/>
            <w:r w:rsidRPr="00A021D0">
              <w:rPr>
                <w:rFonts w:asciiTheme="minorHAnsi" w:hAnsiTheme="minorHAnsi" w:cstheme="minorHAnsi"/>
              </w:rPr>
              <w:t>pozacenowym</w:t>
            </w:r>
            <w:proofErr w:type="spellEnd"/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07681327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B823B67" w14:textId="77777777" w:rsidR="003C27CA" w:rsidRDefault="003C27CA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</w:p>
    <w:p w14:paraId="5523A4C0" w14:textId="22975B15" w:rsid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Część IV - </w:t>
      </w:r>
      <w:r w:rsidRPr="00E720F2">
        <w:rPr>
          <w:rFonts w:asciiTheme="minorHAnsi" w:hAnsiTheme="minorHAnsi" w:cstheme="minorHAnsi"/>
          <w:b/>
          <w:bCs/>
        </w:rPr>
        <w:t xml:space="preserve">Choreoterapia </w:t>
      </w:r>
      <w:r w:rsidRPr="00E720F2">
        <w:rPr>
          <w:rFonts w:asciiTheme="minorHAnsi" w:hAnsiTheme="minorHAnsi" w:cstheme="minorHAnsi"/>
        </w:rPr>
        <w:t xml:space="preserve">– zajęcia, w których ruch i taniec wykorzystywane są jako narzędzia poprawy kondycji fizycznej i emocjonalne. </w:t>
      </w:r>
    </w:p>
    <w:p w14:paraId="16252473" w14:textId="77777777" w:rsidR="003C27CA" w:rsidRDefault="003C27CA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</w:p>
    <w:p w14:paraId="03FD243B" w14:textId="749C5F8B" w:rsidR="003C27CA" w:rsidRPr="005A37B1" w:rsidRDefault="003C27CA" w:rsidP="003C27CA">
      <w:pPr>
        <w:suppressAutoHyphens/>
        <w:spacing w:after="0"/>
        <w:rPr>
          <w:rFonts w:asciiTheme="minorHAnsi" w:hAnsiTheme="minorHAnsi" w:cstheme="minorHAnsi"/>
        </w:rPr>
      </w:pPr>
      <w:r w:rsidRPr="0081788B">
        <w:rPr>
          <w:rFonts w:asciiTheme="minorHAnsi" w:hAnsiTheme="minorHAnsi" w:cstheme="minorHAnsi"/>
        </w:rPr>
        <w:t xml:space="preserve">Oferujemy wykonanie całego przedmiotu zamówienia </w:t>
      </w:r>
      <w:r w:rsidRPr="0081788B">
        <w:rPr>
          <w:rFonts w:asciiTheme="minorHAnsi" w:hAnsiTheme="minorHAnsi" w:cstheme="minorHAnsi"/>
          <w:bCs/>
        </w:rPr>
        <w:t xml:space="preserve">w </w:t>
      </w:r>
      <w:r w:rsidRPr="0081788B">
        <w:rPr>
          <w:rFonts w:asciiTheme="minorHAnsi" w:hAnsiTheme="minorHAnsi" w:cstheme="minorHAnsi"/>
          <w:b/>
          <w:bCs/>
        </w:rPr>
        <w:t xml:space="preserve">ilości </w:t>
      </w:r>
      <w:r>
        <w:rPr>
          <w:rFonts w:asciiTheme="minorHAnsi" w:hAnsiTheme="minorHAnsi" w:cstheme="minorHAnsi"/>
          <w:b/>
          <w:bCs/>
        </w:rPr>
        <w:t xml:space="preserve">70 </w:t>
      </w:r>
      <w:r w:rsidRPr="0081788B">
        <w:rPr>
          <w:rFonts w:asciiTheme="minorHAnsi" w:hAnsiTheme="minorHAnsi" w:cstheme="minorHAnsi"/>
          <w:b/>
          <w:bCs/>
        </w:rPr>
        <w:t>godzin</w:t>
      </w:r>
      <w:r w:rsidRPr="0081788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(wraz z udostępnieniem pomieszczenia) </w:t>
      </w:r>
      <w:r w:rsidRPr="0081788B">
        <w:rPr>
          <w:rFonts w:asciiTheme="minorHAnsi" w:hAnsiTheme="minorHAnsi" w:cstheme="minorHAnsi"/>
          <w:b/>
        </w:rPr>
        <w:t>za cenę brutto:</w:t>
      </w:r>
      <w:r w:rsidRPr="0081788B">
        <w:rPr>
          <w:rFonts w:asciiTheme="minorHAnsi" w:hAnsiTheme="minorHAnsi" w:cstheme="minorHAnsi"/>
        </w:rPr>
        <w:t xml:space="preserve"> ………………  </w:t>
      </w:r>
      <w:r w:rsidRPr="005A37B1">
        <w:rPr>
          <w:rFonts w:asciiTheme="minorHAnsi" w:hAnsiTheme="minorHAnsi" w:cstheme="minorHAnsi"/>
        </w:rPr>
        <w:t>złotych (słownie zł: ……………………………)</w:t>
      </w:r>
      <w:r>
        <w:rPr>
          <w:rFonts w:asciiTheme="minorHAnsi" w:hAnsiTheme="minorHAnsi" w:cstheme="minorHAnsi"/>
        </w:rPr>
        <w:t xml:space="preserve"> wg szczegółowej kalkulacji: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2126"/>
        <w:gridCol w:w="1984"/>
      </w:tblGrid>
      <w:tr w:rsidR="003C27CA" w14:paraId="7C9E2BA0" w14:textId="77777777" w:rsidTr="00D3149E">
        <w:tc>
          <w:tcPr>
            <w:tcW w:w="2518" w:type="dxa"/>
          </w:tcPr>
          <w:p w14:paraId="2163A3C8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Rodzaj usługi</w:t>
            </w:r>
          </w:p>
        </w:tc>
        <w:tc>
          <w:tcPr>
            <w:tcW w:w="2552" w:type="dxa"/>
          </w:tcPr>
          <w:p w14:paraId="068EF9EA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jednostkowa brutto</w:t>
            </w:r>
          </w:p>
          <w:p w14:paraId="361639B6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(za godzinę prowadzenia zajęć)</w:t>
            </w:r>
          </w:p>
        </w:tc>
        <w:tc>
          <w:tcPr>
            <w:tcW w:w="2126" w:type="dxa"/>
          </w:tcPr>
          <w:p w14:paraId="0DB0BB56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Ilość godzin w ramach zamówienia</w:t>
            </w:r>
          </w:p>
        </w:tc>
        <w:tc>
          <w:tcPr>
            <w:tcW w:w="1984" w:type="dxa"/>
          </w:tcPr>
          <w:p w14:paraId="500F78E8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brutto razem</w:t>
            </w:r>
          </w:p>
        </w:tc>
      </w:tr>
      <w:tr w:rsidR="003C27CA" w14:paraId="0250DD36" w14:textId="77777777" w:rsidTr="00D3149E">
        <w:tc>
          <w:tcPr>
            <w:tcW w:w="2518" w:type="dxa"/>
          </w:tcPr>
          <w:p w14:paraId="5AFCA70A" w14:textId="6B055952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Świadczenie usług prozdrowotnych (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choreoterapia</w:t>
            </w: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)</w:t>
            </w:r>
          </w:p>
        </w:tc>
        <w:tc>
          <w:tcPr>
            <w:tcW w:w="2552" w:type="dxa"/>
          </w:tcPr>
          <w:p w14:paraId="29A105AC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</w:tcPr>
          <w:p w14:paraId="21636590" w14:textId="5EF2B2D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7</w:t>
            </w: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0</w:t>
            </w:r>
          </w:p>
        </w:tc>
        <w:tc>
          <w:tcPr>
            <w:tcW w:w="1984" w:type="dxa"/>
          </w:tcPr>
          <w:p w14:paraId="7D3C0320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</w:tbl>
    <w:p w14:paraId="73431A62" w14:textId="77777777" w:rsidR="003C27CA" w:rsidRPr="005A37B1" w:rsidRDefault="003C27CA" w:rsidP="003C27CA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7797"/>
        <w:gridCol w:w="1559"/>
      </w:tblGrid>
      <w:tr w:rsidR="003C27CA" w:rsidRPr="0081788B" w14:paraId="46770958" w14:textId="77777777" w:rsidTr="00D3149E">
        <w:tc>
          <w:tcPr>
            <w:tcW w:w="7797" w:type="dxa"/>
          </w:tcPr>
          <w:p w14:paraId="70582387" w14:textId="77777777" w:rsidR="003C27CA" w:rsidRPr="00A021D0" w:rsidRDefault="003C27CA" w:rsidP="00D3149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  <w:b/>
              </w:rPr>
              <w:t xml:space="preserve">Niniejszym </w:t>
            </w:r>
            <w:r w:rsidRPr="00A021D0">
              <w:rPr>
                <w:rFonts w:asciiTheme="minorHAnsi" w:hAnsiTheme="minorHAnsi" w:cstheme="minorHAnsi"/>
                <w:b/>
                <w:bCs/>
              </w:rPr>
              <w:t>oświadczamy</w:t>
            </w:r>
            <w:r w:rsidRPr="00A021D0">
              <w:rPr>
                <w:rFonts w:asciiTheme="minorHAnsi" w:hAnsiTheme="minorHAnsi" w:cstheme="minorHAnsi"/>
                <w:b/>
              </w:rPr>
              <w:t>, iż w związku z realizacją przedmiotowego zamówienia</w:t>
            </w:r>
            <w:r w:rsidRPr="00A021D0">
              <w:rPr>
                <w:rFonts w:asciiTheme="minorHAnsi" w:hAnsiTheme="minorHAnsi" w:cstheme="minorHAnsi"/>
              </w:rPr>
              <w:t xml:space="preserve"> (</w:t>
            </w:r>
            <w:r w:rsidRPr="00A021D0">
              <w:rPr>
                <w:rFonts w:asciiTheme="minorHAnsi" w:hAnsiTheme="minorHAnsi" w:cstheme="minorHAnsi"/>
                <w:bCs/>
              </w:rPr>
              <w:t xml:space="preserve">należy zaznaczyć tylko jedną, wybraną odpowiedź z dwóch poniższych – </w:t>
            </w:r>
            <w:r w:rsidRPr="00A021D0">
              <w:rPr>
                <w:rFonts w:asciiTheme="minorHAnsi" w:hAnsiTheme="minorHAnsi" w:cstheme="minorHAnsi"/>
                <w:bCs/>
                <w:i/>
              </w:rPr>
              <w:t xml:space="preserve">kryterium </w:t>
            </w:r>
            <w:proofErr w:type="spellStart"/>
            <w:r w:rsidRPr="00A021D0">
              <w:rPr>
                <w:rFonts w:asciiTheme="minorHAnsi" w:hAnsiTheme="minorHAnsi" w:cstheme="minorHAnsi"/>
                <w:bCs/>
                <w:i/>
              </w:rPr>
              <w:t>pozacenowe</w:t>
            </w:r>
            <w:proofErr w:type="spellEnd"/>
            <w:r w:rsidRPr="00A021D0">
              <w:rPr>
                <w:rFonts w:asciiTheme="minorHAnsi" w:hAnsiTheme="minorHAnsi" w:cstheme="minorHAnsi"/>
                <w:bCs/>
                <w:i/>
              </w:rPr>
              <w:t xml:space="preserve"> o wadze 40 pkt</w:t>
            </w:r>
            <w:r w:rsidRPr="00A021D0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559" w:type="dxa"/>
          </w:tcPr>
          <w:p w14:paraId="0057E19E" w14:textId="77777777" w:rsidR="003C27CA" w:rsidRPr="00A021D0" w:rsidRDefault="003C27CA" w:rsidP="00D3149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21D0">
              <w:rPr>
                <w:rFonts w:asciiTheme="minorHAnsi" w:hAnsiTheme="minorHAnsi" w:cstheme="minorHAnsi"/>
                <w:b/>
              </w:rPr>
              <w:t>Zaznaczyć właściwe znakiem X</w:t>
            </w:r>
          </w:p>
        </w:tc>
      </w:tr>
      <w:tr w:rsidR="003C27CA" w:rsidRPr="0081788B" w14:paraId="5FF1E096" w14:textId="77777777" w:rsidTr="00D3149E">
        <w:tc>
          <w:tcPr>
            <w:tcW w:w="7797" w:type="dxa"/>
          </w:tcPr>
          <w:p w14:paraId="5FAE4F7B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>Oferuję wykonanie działań promocyjnych polegających co najmniej na oznakowaniu miejsca realizacji usług co najmniej tablicą lub naklejką o powierzchni 1 m2 zawierającą informacje o projekcie i logotypy projektu, zgodnie z zaleceniami Zamawiającego</w:t>
            </w:r>
            <w:r>
              <w:rPr>
                <w:rFonts w:asciiTheme="minorHAnsi" w:hAnsiTheme="minorHAnsi" w:cstheme="minorHAnsi"/>
              </w:rPr>
              <w:t xml:space="preserve"> (przynajmniej w czasie realizacji zajęć)</w:t>
            </w:r>
            <w:r w:rsidRPr="00A021D0">
              <w:rPr>
                <w:rFonts w:asciiTheme="minorHAnsi" w:hAnsiTheme="minorHAnsi" w:cstheme="minorHAnsi"/>
              </w:rPr>
              <w:t xml:space="preserve"> oraz umieszczeniu informacji na stronie głównej strony internetowej co najmniej odnośnika do informacji o świadczonych usług, po otwarcie którego uczestnicy i inne zainteresowane osoby będą mogli uzyskać informacje o realizowanym zadaniu w ramach projektu</w:t>
            </w:r>
            <w:r w:rsidRPr="00FB6020">
              <w:rPr>
                <w:rFonts w:asciiTheme="minorHAnsi" w:hAnsiTheme="minorHAnsi" w:cstheme="minorHAnsi"/>
              </w:rPr>
              <w:t>(w okresie realizacji zadania tj. pomiędzy pierwszymi a ostatnimi zajęciami w ramach zadania)</w:t>
            </w:r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3D2C1A18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C27CA" w:rsidRPr="0081788B" w14:paraId="1786CFA6" w14:textId="77777777" w:rsidTr="00D3149E">
        <w:tc>
          <w:tcPr>
            <w:tcW w:w="7797" w:type="dxa"/>
          </w:tcPr>
          <w:p w14:paraId="5D41BA79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 xml:space="preserve">Nie oferuję promocji usług w środowisku w pełnym zakresie wymaganym przez Zamawiającego dla uzyskania punktów w kryterium </w:t>
            </w:r>
            <w:proofErr w:type="spellStart"/>
            <w:r w:rsidRPr="00A021D0">
              <w:rPr>
                <w:rFonts w:asciiTheme="minorHAnsi" w:hAnsiTheme="minorHAnsi" w:cstheme="minorHAnsi"/>
              </w:rPr>
              <w:t>pozacenowym</w:t>
            </w:r>
            <w:proofErr w:type="spellEnd"/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3D9BA7F2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1AC1BEC" w14:textId="77777777" w:rsidR="00E720F2" w:rsidRP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</w:rPr>
      </w:pPr>
    </w:p>
    <w:p w14:paraId="2A005738" w14:textId="77777777" w:rsid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</w:p>
    <w:p w14:paraId="2CE60E47" w14:textId="0B5A81FD" w:rsid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Część V - </w:t>
      </w:r>
      <w:r w:rsidRPr="00E720F2">
        <w:rPr>
          <w:rFonts w:asciiTheme="minorHAnsi" w:hAnsiTheme="minorHAnsi" w:cstheme="minorHAnsi"/>
          <w:b/>
          <w:bCs/>
        </w:rPr>
        <w:t>Techniki relaksacji</w:t>
      </w:r>
      <w:r w:rsidRPr="00E720F2">
        <w:rPr>
          <w:rFonts w:asciiTheme="minorHAnsi" w:hAnsiTheme="minorHAnsi" w:cstheme="minorHAnsi"/>
        </w:rPr>
        <w:t xml:space="preserve"> – zajęcia skupione na reedukacji napięcia psychicznego poprzez różne formy relaksacji – np. trening autogenny, ćwiczenia oddechowe, elementy </w:t>
      </w:r>
      <w:proofErr w:type="spellStart"/>
      <w:r w:rsidRPr="00E720F2">
        <w:rPr>
          <w:rFonts w:asciiTheme="minorHAnsi" w:hAnsiTheme="minorHAnsi" w:cstheme="minorHAnsi"/>
        </w:rPr>
        <w:t>mindfulness</w:t>
      </w:r>
      <w:proofErr w:type="spellEnd"/>
      <w:r w:rsidRPr="00E720F2">
        <w:rPr>
          <w:rFonts w:asciiTheme="minorHAnsi" w:hAnsiTheme="minorHAnsi" w:cstheme="minorHAnsi"/>
        </w:rPr>
        <w:t xml:space="preserve"> czy proste techniki medytacyjne</w:t>
      </w:r>
    </w:p>
    <w:p w14:paraId="500090EA" w14:textId="77777777" w:rsidR="003C27CA" w:rsidRDefault="003C27CA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</w:rPr>
      </w:pPr>
    </w:p>
    <w:p w14:paraId="197F9713" w14:textId="2E06B7F0" w:rsidR="003C27CA" w:rsidRPr="005A37B1" w:rsidRDefault="003C27CA" w:rsidP="003C27CA">
      <w:pPr>
        <w:suppressAutoHyphens/>
        <w:spacing w:after="0"/>
        <w:rPr>
          <w:rFonts w:asciiTheme="minorHAnsi" w:hAnsiTheme="minorHAnsi" w:cstheme="minorHAnsi"/>
        </w:rPr>
      </w:pPr>
      <w:r w:rsidRPr="0081788B">
        <w:rPr>
          <w:rFonts w:asciiTheme="minorHAnsi" w:hAnsiTheme="minorHAnsi" w:cstheme="minorHAnsi"/>
        </w:rPr>
        <w:t xml:space="preserve">Oferujemy wykonanie całego przedmiotu zamówienia </w:t>
      </w:r>
      <w:r w:rsidRPr="0081788B">
        <w:rPr>
          <w:rFonts w:asciiTheme="minorHAnsi" w:hAnsiTheme="minorHAnsi" w:cstheme="minorHAnsi"/>
          <w:bCs/>
        </w:rPr>
        <w:t xml:space="preserve">w </w:t>
      </w:r>
      <w:r w:rsidRPr="0081788B">
        <w:rPr>
          <w:rFonts w:asciiTheme="minorHAnsi" w:hAnsiTheme="minorHAnsi" w:cstheme="minorHAnsi"/>
          <w:b/>
          <w:bCs/>
        </w:rPr>
        <w:t xml:space="preserve">ilości </w:t>
      </w:r>
      <w:r>
        <w:rPr>
          <w:rFonts w:asciiTheme="minorHAnsi" w:hAnsiTheme="minorHAnsi" w:cstheme="minorHAnsi"/>
          <w:b/>
          <w:bCs/>
        </w:rPr>
        <w:t xml:space="preserve">40 </w:t>
      </w:r>
      <w:r w:rsidRPr="0081788B">
        <w:rPr>
          <w:rFonts w:asciiTheme="minorHAnsi" w:hAnsiTheme="minorHAnsi" w:cstheme="minorHAnsi"/>
          <w:b/>
          <w:bCs/>
        </w:rPr>
        <w:t>godzin</w:t>
      </w:r>
      <w:r w:rsidRPr="0081788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(wraz z udostępnieniem pomieszczenia) </w:t>
      </w:r>
      <w:r w:rsidRPr="0081788B">
        <w:rPr>
          <w:rFonts w:asciiTheme="minorHAnsi" w:hAnsiTheme="minorHAnsi" w:cstheme="minorHAnsi"/>
          <w:b/>
        </w:rPr>
        <w:t>za cenę brutto:</w:t>
      </w:r>
      <w:r w:rsidRPr="0081788B">
        <w:rPr>
          <w:rFonts w:asciiTheme="minorHAnsi" w:hAnsiTheme="minorHAnsi" w:cstheme="minorHAnsi"/>
        </w:rPr>
        <w:t xml:space="preserve"> ………………  </w:t>
      </w:r>
      <w:r w:rsidRPr="005A37B1">
        <w:rPr>
          <w:rFonts w:asciiTheme="minorHAnsi" w:hAnsiTheme="minorHAnsi" w:cstheme="minorHAnsi"/>
        </w:rPr>
        <w:t>złotych (słownie zł: ……………………………)</w:t>
      </w:r>
      <w:r>
        <w:rPr>
          <w:rFonts w:asciiTheme="minorHAnsi" w:hAnsiTheme="minorHAnsi" w:cstheme="minorHAnsi"/>
        </w:rPr>
        <w:t xml:space="preserve"> wg szczegółowej kalkulacji: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2126"/>
        <w:gridCol w:w="1984"/>
      </w:tblGrid>
      <w:tr w:rsidR="003C27CA" w14:paraId="490499B7" w14:textId="77777777" w:rsidTr="00D3149E">
        <w:tc>
          <w:tcPr>
            <w:tcW w:w="2518" w:type="dxa"/>
          </w:tcPr>
          <w:p w14:paraId="4ED3814E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Rodzaj usługi</w:t>
            </w:r>
          </w:p>
        </w:tc>
        <w:tc>
          <w:tcPr>
            <w:tcW w:w="2552" w:type="dxa"/>
          </w:tcPr>
          <w:p w14:paraId="2314702B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jednostkowa brutto</w:t>
            </w:r>
          </w:p>
          <w:p w14:paraId="621FEB80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(za godzinę prowadzenia zajęć)</w:t>
            </w:r>
          </w:p>
        </w:tc>
        <w:tc>
          <w:tcPr>
            <w:tcW w:w="2126" w:type="dxa"/>
          </w:tcPr>
          <w:p w14:paraId="7D9A6B15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Ilość godzin w ramach zamówienia</w:t>
            </w:r>
          </w:p>
        </w:tc>
        <w:tc>
          <w:tcPr>
            <w:tcW w:w="1984" w:type="dxa"/>
          </w:tcPr>
          <w:p w14:paraId="280AFFD0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brutto razem</w:t>
            </w:r>
          </w:p>
        </w:tc>
      </w:tr>
      <w:tr w:rsidR="003C27CA" w14:paraId="110E46B4" w14:textId="77777777" w:rsidTr="00D3149E">
        <w:tc>
          <w:tcPr>
            <w:tcW w:w="2518" w:type="dxa"/>
          </w:tcPr>
          <w:p w14:paraId="5089E270" w14:textId="0245E263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Świadczenie usług prozdrowotnych (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techniki relaksacji</w:t>
            </w: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)</w:t>
            </w:r>
          </w:p>
        </w:tc>
        <w:tc>
          <w:tcPr>
            <w:tcW w:w="2552" w:type="dxa"/>
          </w:tcPr>
          <w:p w14:paraId="54C0BE2D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</w:tcPr>
          <w:p w14:paraId="014C95E0" w14:textId="5A7B8DDF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4</w:t>
            </w: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0</w:t>
            </w:r>
          </w:p>
        </w:tc>
        <w:tc>
          <w:tcPr>
            <w:tcW w:w="1984" w:type="dxa"/>
          </w:tcPr>
          <w:p w14:paraId="721E5776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</w:tbl>
    <w:p w14:paraId="6BBB1791" w14:textId="77777777" w:rsidR="003C27CA" w:rsidRPr="005A37B1" w:rsidRDefault="003C27CA" w:rsidP="003C27CA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7797"/>
        <w:gridCol w:w="1559"/>
      </w:tblGrid>
      <w:tr w:rsidR="003C27CA" w:rsidRPr="0081788B" w14:paraId="19B428C2" w14:textId="77777777" w:rsidTr="00D3149E">
        <w:tc>
          <w:tcPr>
            <w:tcW w:w="7797" w:type="dxa"/>
          </w:tcPr>
          <w:p w14:paraId="03840E04" w14:textId="77777777" w:rsidR="003C27CA" w:rsidRPr="00A021D0" w:rsidRDefault="003C27CA" w:rsidP="00D3149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  <w:b/>
              </w:rPr>
              <w:t xml:space="preserve">Niniejszym </w:t>
            </w:r>
            <w:r w:rsidRPr="00A021D0">
              <w:rPr>
                <w:rFonts w:asciiTheme="minorHAnsi" w:hAnsiTheme="minorHAnsi" w:cstheme="minorHAnsi"/>
                <w:b/>
                <w:bCs/>
              </w:rPr>
              <w:t>oświadczamy</w:t>
            </w:r>
            <w:r w:rsidRPr="00A021D0">
              <w:rPr>
                <w:rFonts w:asciiTheme="minorHAnsi" w:hAnsiTheme="minorHAnsi" w:cstheme="minorHAnsi"/>
                <w:b/>
              </w:rPr>
              <w:t>, iż w związku z realizacją przedmiotowego zamówienia</w:t>
            </w:r>
            <w:r w:rsidRPr="00A021D0">
              <w:rPr>
                <w:rFonts w:asciiTheme="minorHAnsi" w:hAnsiTheme="minorHAnsi" w:cstheme="minorHAnsi"/>
              </w:rPr>
              <w:t xml:space="preserve"> (</w:t>
            </w:r>
            <w:r w:rsidRPr="00A021D0">
              <w:rPr>
                <w:rFonts w:asciiTheme="minorHAnsi" w:hAnsiTheme="minorHAnsi" w:cstheme="minorHAnsi"/>
                <w:bCs/>
              </w:rPr>
              <w:t xml:space="preserve">należy zaznaczyć tylko jedną, wybraną odpowiedź z dwóch poniższych – </w:t>
            </w:r>
            <w:r w:rsidRPr="00A021D0">
              <w:rPr>
                <w:rFonts w:asciiTheme="minorHAnsi" w:hAnsiTheme="minorHAnsi" w:cstheme="minorHAnsi"/>
                <w:bCs/>
                <w:i/>
              </w:rPr>
              <w:t xml:space="preserve">kryterium </w:t>
            </w:r>
            <w:proofErr w:type="spellStart"/>
            <w:r w:rsidRPr="00A021D0">
              <w:rPr>
                <w:rFonts w:asciiTheme="minorHAnsi" w:hAnsiTheme="minorHAnsi" w:cstheme="minorHAnsi"/>
                <w:bCs/>
                <w:i/>
              </w:rPr>
              <w:t>pozacenowe</w:t>
            </w:r>
            <w:proofErr w:type="spellEnd"/>
            <w:r w:rsidRPr="00A021D0">
              <w:rPr>
                <w:rFonts w:asciiTheme="minorHAnsi" w:hAnsiTheme="minorHAnsi" w:cstheme="minorHAnsi"/>
                <w:bCs/>
                <w:i/>
              </w:rPr>
              <w:t xml:space="preserve"> o wadze 40 pkt</w:t>
            </w:r>
            <w:r w:rsidRPr="00A021D0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559" w:type="dxa"/>
          </w:tcPr>
          <w:p w14:paraId="7C1A5823" w14:textId="77777777" w:rsidR="003C27CA" w:rsidRPr="00A021D0" w:rsidRDefault="003C27CA" w:rsidP="00D3149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21D0">
              <w:rPr>
                <w:rFonts w:asciiTheme="minorHAnsi" w:hAnsiTheme="minorHAnsi" w:cstheme="minorHAnsi"/>
                <w:b/>
              </w:rPr>
              <w:t>Zaznaczyć właściwe znakiem X</w:t>
            </w:r>
          </w:p>
        </w:tc>
      </w:tr>
      <w:tr w:rsidR="003C27CA" w:rsidRPr="0081788B" w14:paraId="568083A6" w14:textId="77777777" w:rsidTr="00D3149E">
        <w:tc>
          <w:tcPr>
            <w:tcW w:w="7797" w:type="dxa"/>
          </w:tcPr>
          <w:p w14:paraId="2F8C5FA3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>Oferuję wykonanie działań promocyjnych polegających co najmniej na oznakowaniu miejsca realizacji usług co najmniej tablicą lub naklejką o powierzchni 1 m2 zawierającą informacje o projekcie i logotypy projektu, zgodnie z zaleceniami Zamawiającego</w:t>
            </w:r>
            <w:r>
              <w:rPr>
                <w:rFonts w:asciiTheme="minorHAnsi" w:hAnsiTheme="minorHAnsi" w:cstheme="minorHAnsi"/>
              </w:rPr>
              <w:t xml:space="preserve"> (przynajmniej w czasie realizacji zajęć)</w:t>
            </w:r>
            <w:r w:rsidRPr="00A021D0">
              <w:rPr>
                <w:rFonts w:asciiTheme="minorHAnsi" w:hAnsiTheme="minorHAnsi" w:cstheme="minorHAnsi"/>
              </w:rPr>
              <w:t xml:space="preserve"> oraz umieszczeniu informacji na stronie głównej strony internetowej co najmniej odnośnika do informacji o świadczonych usług, po otwarcie którego uczestnicy i inne zainteresowane osoby będą mogli uzyskać informacje o realizowanym zadaniu w ramach projektu</w:t>
            </w:r>
            <w:r w:rsidRPr="00FB6020">
              <w:rPr>
                <w:rFonts w:asciiTheme="minorHAnsi" w:hAnsiTheme="minorHAnsi" w:cstheme="minorHAnsi"/>
              </w:rPr>
              <w:t>(w okresie realizacji zadania tj. pomiędzy pierwszymi a ostatnimi zajęciami w ramach zadania)</w:t>
            </w:r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373DBCCB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C27CA" w:rsidRPr="0081788B" w14:paraId="199CFDD1" w14:textId="77777777" w:rsidTr="00D3149E">
        <w:tc>
          <w:tcPr>
            <w:tcW w:w="7797" w:type="dxa"/>
          </w:tcPr>
          <w:p w14:paraId="1B475139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 xml:space="preserve">Nie oferuję promocji usług w środowisku w pełnym zakresie wymaganym przez Zamawiającego dla uzyskania punktów w kryterium </w:t>
            </w:r>
            <w:proofErr w:type="spellStart"/>
            <w:r w:rsidRPr="00A021D0">
              <w:rPr>
                <w:rFonts w:asciiTheme="minorHAnsi" w:hAnsiTheme="minorHAnsi" w:cstheme="minorHAnsi"/>
              </w:rPr>
              <w:t>pozacenowym</w:t>
            </w:r>
            <w:proofErr w:type="spellEnd"/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1A03A9FD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7F2BB759" w14:textId="77777777" w:rsidR="003C27CA" w:rsidRDefault="003C27CA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</w:rPr>
      </w:pPr>
    </w:p>
    <w:p w14:paraId="02914137" w14:textId="77777777" w:rsidR="003C27CA" w:rsidRPr="00E720F2" w:rsidRDefault="003C27CA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</w:rPr>
      </w:pPr>
    </w:p>
    <w:p w14:paraId="78247730" w14:textId="634790C6" w:rsidR="00E720F2" w:rsidRDefault="00E720F2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Część VI - </w:t>
      </w:r>
      <w:r w:rsidRPr="00E720F2">
        <w:rPr>
          <w:rFonts w:asciiTheme="minorHAnsi" w:hAnsiTheme="minorHAnsi" w:cstheme="minorHAnsi"/>
          <w:b/>
          <w:bCs/>
        </w:rPr>
        <w:t xml:space="preserve">Zajęcia </w:t>
      </w:r>
      <w:r w:rsidR="00AF2FC1">
        <w:rPr>
          <w:rFonts w:asciiTheme="minorHAnsi" w:hAnsiTheme="minorHAnsi" w:cstheme="minorHAnsi"/>
          <w:b/>
          <w:bCs/>
        </w:rPr>
        <w:t>usprawniając</w:t>
      </w:r>
      <w:r w:rsidRPr="00E720F2">
        <w:rPr>
          <w:rFonts w:asciiTheme="minorHAnsi" w:hAnsiTheme="minorHAnsi" w:cstheme="minorHAnsi"/>
          <w:b/>
          <w:bCs/>
        </w:rPr>
        <w:t>e –</w:t>
      </w:r>
      <w:r w:rsidRPr="00E720F2">
        <w:rPr>
          <w:rFonts w:asciiTheme="minorHAnsi" w:hAnsiTheme="minorHAnsi" w:cstheme="minorHAnsi"/>
        </w:rPr>
        <w:t xml:space="preserve"> polegające na prowadzeniu ćwiczeń usprawniających, mających na celu poprawę sprawności fizycznej, zmniejszenie dolegliwości bólowych, zapobieganie urazom i wspieranie samodzielności uczestników. </w:t>
      </w:r>
    </w:p>
    <w:p w14:paraId="243DDAC4" w14:textId="77777777" w:rsidR="003C27CA" w:rsidRDefault="003C27CA" w:rsidP="00E720F2">
      <w:pPr>
        <w:suppressAutoHyphens/>
        <w:spacing w:after="0"/>
        <w:ind w:right="-11"/>
        <w:jc w:val="both"/>
        <w:rPr>
          <w:rFonts w:asciiTheme="minorHAnsi" w:hAnsiTheme="minorHAnsi" w:cstheme="minorHAnsi"/>
          <w:b/>
          <w:bCs/>
        </w:rPr>
      </w:pPr>
    </w:p>
    <w:p w14:paraId="36C20987" w14:textId="4670C1B5" w:rsidR="003C27CA" w:rsidRPr="005A37B1" w:rsidRDefault="003C27CA" w:rsidP="003C27CA">
      <w:pPr>
        <w:suppressAutoHyphens/>
        <w:spacing w:after="0"/>
        <w:rPr>
          <w:rFonts w:asciiTheme="minorHAnsi" w:hAnsiTheme="minorHAnsi" w:cstheme="minorHAnsi"/>
        </w:rPr>
      </w:pPr>
      <w:r w:rsidRPr="0081788B">
        <w:rPr>
          <w:rFonts w:asciiTheme="minorHAnsi" w:hAnsiTheme="minorHAnsi" w:cstheme="minorHAnsi"/>
        </w:rPr>
        <w:t xml:space="preserve">Oferujemy wykonanie całego przedmiotu zamówienia </w:t>
      </w:r>
      <w:r w:rsidRPr="0081788B">
        <w:rPr>
          <w:rFonts w:asciiTheme="minorHAnsi" w:hAnsiTheme="minorHAnsi" w:cstheme="minorHAnsi"/>
          <w:bCs/>
        </w:rPr>
        <w:t xml:space="preserve">w </w:t>
      </w:r>
      <w:r w:rsidRPr="0081788B">
        <w:rPr>
          <w:rFonts w:asciiTheme="minorHAnsi" w:hAnsiTheme="minorHAnsi" w:cstheme="minorHAnsi"/>
          <w:b/>
          <w:bCs/>
        </w:rPr>
        <w:t xml:space="preserve">ilości </w:t>
      </w:r>
      <w:r>
        <w:rPr>
          <w:rFonts w:asciiTheme="minorHAnsi" w:hAnsiTheme="minorHAnsi" w:cstheme="minorHAnsi"/>
          <w:b/>
          <w:bCs/>
        </w:rPr>
        <w:t xml:space="preserve">52 </w:t>
      </w:r>
      <w:r w:rsidRPr="0081788B">
        <w:rPr>
          <w:rFonts w:asciiTheme="minorHAnsi" w:hAnsiTheme="minorHAnsi" w:cstheme="minorHAnsi"/>
          <w:b/>
          <w:bCs/>
        </w:rPr>
        <w:t>godzin</w:t>
      </w:r>
      <w:r w:rsidRPr="0081788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(wraz z udostępnieniem pomieszczenia) </w:t>
      </w:r>
      <w:r w:rsidRPr="0081788B">
        <w:rPr>
          <w:rFonts w:asciiTheme="minorHAnsi" w:hAnsiTheme="minorHAnsi" w:cstheme="minorHAnsi"/>
          <w:b/>
        </w:rPr>
        <w:t>za cenę brutto:</w:t>
      </w:r>
      <w:r w:rsidRPr="0081788B">
        <w:rPr>
          <w:rFonts w:asciiTheme="minorHAnsi" w:hAnsiTheme="minorHAnsi" w:cstheme="minorHAnsi"/>
        </w:rPr>
        <w:t xml:space="preserve"> ………………  </w:t>
      </w:r>
      <w:r w:rsidRPr="005A37B1">
        <w:rPr>
          <w:rFonts w:asciiTheme="minorHAnsi" w:hAnsiTheme="minorHAnsi" w:cstheme="minorHAnsi"/>
        </w:rPr>
        <w:t>złotych (słownie zł: ……………………………)</w:t>
      </w:r>
      <w:r>
        <w:rPr>
          <w:rFonts w:asciiTheme="minorHAnsi" w:hAnsiTheme="minorHAnsi" w:cstheme="minorHAnsi"/>
        </w:rPr>
        <w:t xml:space="preserve"> wg szczegółowej kalkulacji: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2126"/>
        <w:gridCol w:w="1984"/>
      </w:tblGrid>
      <w:tr w:rsidR="003C27CA" w14:paraId="1151B839" w14:textId="77777777" w:rsidTr="00D3149E">
        <w:tc>
          <w:tcPr>
            <w:tcW w:w="2518" w:type="dxa"/>
          </w:tcPr>
          <w:p w14:paraId="4CF44846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Rodzaj usługi</w:t>
            </w:r>
          </w:p>
        </w:tc>
        <w:tc>
          <w:tcPr>
            <w:tcW w:w="2552" w:type="dxa"/>
          </w:tcPr>
          <w:p w14:paraId="5285832A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jednostkowa brutto</w:t>
            </w:r>
          </w:p>
          <w:p w14:paraId="6705C503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(za godzinę prowadzenia zajęć)</w:t>
            </w:r>
          </w:p>
        </w:tc>
        <w:tc>
          <w:tcPr>
            <w:tcW w:w="2126" w:type="dxa"/>
          </w:tcPr>
          <w:p w14:paraId="6363ED5D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Ilość godzin w ramach zamówienia</w:t>
            </w:r>
          </w:p>
        </w:tc>
        <w:tc>
          <w:tcPr>
            <w:tcW w:w="1984" w:type="dxa"/>
          </w:tcPr>
          <w:p w14:paraId="0B95EA7F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Cena brutto razem</w:t>
            </w:r>
          </w:p>
        </w:tc>
      </w:tr>
      <w:tr w:rsidR="003C27CA" w14:paraId="4E3AFA17" w14:textId="77777777" w:rsidTr="00D3149E">
        <w:tc>
          <w:tcPr>
            <w:tcW w:w="2518" w:type="dxa"/>
          </w:tcPr>
          <w:p w14:paraId="07150B06" w14:textId="51021DA6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Świadczenie usług prozdrowotnych (</w:t>
            </w:r>
            <w:r w:rsidRPr="003C27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Zajęcia rehabilitacyjne</w:t>
            </w:r>
            <w:r w:rsidRPr="00E720F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)</w:t>
            </w:r>
          </w:p>
        </w:tc>
        <w:tc>
          <w:tcPr>
            <w:tcW w:w="2552" w:type="dxa"/>
          </w:tcPr>
          <w:p w14:paraId="4D548E04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</w:tcPr>
          <w:p w14:paraId="3FD90911" w14:textId="7244E6AA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720F2">
              <w:rPr>
                <w:rFonts w:asciiTheme="minorHAnsi" w:eastAsia="Times New Roman" w:hAnsiTheme="minorHAnsi" w:cstheme="minorHAnsi"/>
                <w:b/>
                <w:lang w:eastAsia="pl-PL"/>
              </w:rPr>
              <w:t>5</w:t>
            </w: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1984" w:type="dxa"/>
          </w:tcPr>
          <w:p w14:paraId="043DB44F" w14:textId="77777777" w:rsidR="003C27CA" w:rsidRPr="00E720F2" w:rsidRDefault="003C27CA" w:rsidP="00D31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</w:tbl>
    <w:p w14:paraId="47991175" w14:textId="77777777" w:rsidR="003C27CA" w:rsidRPr="005A37B1" w:rsidRDefault="003C27CA" w:rsidP="003C27CA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7797"/>
        <w:gridCol w:w="1559"/>
      </w:tblGrid>
      <w:tr w:rsidR="003C27CA" w:rsidRPr="0081788B" w14:paraId="664AA01B" w14:textId="77777777" w:rsidTr="00D3149E">
        <w:tc>
          <w:tcPr>
            <w:tcW w:w="7797" w:type="dxa"/>
          </w:tcPr>
          <w:p w14:paraId="563F8BD2" w14:textId="77777777" w:rsidR="003C27CA" w:rsidRPr="00A021D0" w:rsidRDefault="003C27CA" w:rsidP="00D3149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  <w:b/>
              </w:rPr>
              <w:t xml:space="preserve">Niniejszym </w:t>
            </w:r>
            <w:r w:rsidRPr="00A021D0">
              <w:rPr>
                <w:rFonts w:asciiTheme="minorHAnsi" w:hAnsiTheme="minorHAnsi" w:cstheme="minorHAnsi"/>
                <w:b/>
                <w:bCs/>
              </w:rPr>
              <w:t>oświadczamy</w:t>
            </w:r>
            <w:r w:rsidRPr="00A021D0">
              <w:rPr>
                <w:rFonts w:asciiTheme="minorHAnsi" w:hAnsiTheme="minorHAnsi" w:cstheme="minorHAnsi"/>
                <w:b/>
              </w:rPr>
              <w:t>, iż w związku z realizacją przedmiotowego zamówienia</w:t>
            </w:r>
            <w:r w:rsidRPr="00A021D0">
              <w:rPr>
                <w:rFonts w:asciiTheme="minorHAnsi" w:hAnsiTheme="minorHAnsi" w:cstheme="minorHAnsi"/>
              </w:rPr>
              <w:t xml:space="preserve"> (</w:t>
            </w:r>
            <w:r w:rsidRPr="00A021D0">
              <w:rPr>
                <w:rFonts w:asciiTheme="minorHAnsi" w:hAnsiTheme="minorHAnsi" w:cstheme="minorHAnsi"/>
                <w:bCs/>
              </w:rPr>
              <w:t xml:space="preserve">należy zaznaczyć tylko jedną, wybraną odpowiedź z dwóch poniższych – </w:t>
            </w:r>
            <w:r w:rsidRPr="00A021D0">
              <w:rPr>
                <w:rFonts w:asciiTheme="minorHAnsi" w:hAnsiTheme="minorHAnsi" w:cstheme="minorHAnsi"/>
                <w:bCs/>
                <w:i/>
              </w:rPr>
              <w:t xml:space="preserve">kryterium </w:t>
            </w:r>
            <w:proofErr w:type="spellStart"/>
            <w:r w:rsidRPr="00A021D0">
              <w:rPr>
                <w:rFonts w:asciiTheme="minorHAnsi" w:hAnsiTheme="minorHAnsi" w:cstheme="minorHAnsi"/>
                <w:bCs/>
                <w:i/>
              </w:rPr>
              <w:t>pozacenowe</w:t>
            </w:r>
            <w:proofErr w:type="spellEnd"/>
            <w:r w:rsidRPr="00A021D0">
              <w:rPr>
                <w:rFonts w:asciiTheme="minorHAnsi" w:hAnsiTheme="minorHAnsi" w:cstheme="minorHAnsi"/>
                <w:bCs/>
                <w:i/>
              </w:rPr>
              <w:t xml:space="preserve"> o wadze 40 pkt</w:t>
            </w:r>
            <w:r w:rsidRPr="00A021D0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559" w:type="dxa"/>
          </w:tcPr>
          <w:p w14:paraId="5EE3DAB8" w14:textId="77777777" w:rsidR="003C27CA" w:rsidRPr="00A021D0" w:rsidRDefault="003C27CA" w:rsidP="00D3149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21D0">
              <w:rPr>
                <w:rFonts w:asciiTheme="minorHAnsi" w:hAnsiTheme="minorHAnsi" w:cstheme="minorHAnsi"/>
                <w:b/>
              </w:rPr>
              <w:t>Zaznaczyć właściwe znakiem X</w:t>
            </w:r>
          </w:p>
        </w:tc>
      </w:tr>
      <w:tr w:rsidR="003C27CA" w:rsidRPr="0081788B" w14:paraId="5E8200DE" w14:textId="77777777" w:rsidTr="00D3149E">
        <w:tc>
          <w:tcPr>
            <w:tcW w:w="7797" w:type="dxa"/>
          </w:tcPr>
          <w:p w14:paraId="57ED0ECA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 xml:space="preserve">Oferuję wykonanie działań promocyjnych polegających co najmniej na oznakowaniu </w:t>
            </w:r>
            <w:r w:rsidRPr="00A021D0">
              <w:rPr>
                <w:rFonts w:asciiTheme="minorHAnsi" w:hAnsiTheme="minorHAnsi" w:cstheme="minorHAnsi"/>
              </w:rPr>
              <w:lastRenderedPageBreak/>
              <w:t>miejsca realizacji usług co najmniej tablicą lub naklejką o powierzchni 1 m2 zawierającą informacje o projekcie i logotypy projektu, zgodnie z zaleceniami Zamawiającego</w:t>
            </w:r>
            <w:r>
              <w:rPr>
                <w:rFonts w:asciiTheme="minorHAnsi" w:hAnsiTheme="minorHAnsi" w:cstheme="minorHAnsi"/>
              </w:rPr>
              <w:t xml:space="preserve"> (przynajmniej w czasie realizacji zajęć)</w:t>
            </w:r>
            <w:r w:rsidRPr="00A021D0">
              <w:rPr>
                <w:rFonts w:asciiTheme="minorHAnsi" w:hAnsiTheme="minorHAnsi" w:cstheme="minorHAnsi"/>
              </w:rPr>
              <w:t xml:space="preserve"> oraz umieszczeniu informacji na stronie głównej strony internetowej co najmniej odnośnika do informacji o świadczonych usług, po otwarcie którego uczestnicy i inne zainteresowane osoby będą mogli uzyskać informacje o realizowanym zadaniu w ramach projektu</w:t>
            </w:r>
            <w:r w:rsidRPr="00FB6020">
              <w:rPr>
                <w:rFonts w:asciiTheme="minorHAnsi" w:hAnsiTheme="minorHAnsi" w:cstheme="minorHAnsi"/>
              </w:rPr>
              <w:t>(w okresie realizacji zadania tj. pomiędzy pierwszymi a ostatnimi zajęciami w ramach zadania)</w:t>
            </w:r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3C5D3333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C27CA" w:rsidRPr="0081788B" w14:paraId="517FFA45" w14:textId="77777777" w:rsidTr="00D3149E">
        <w:tc>
          <w:tcPr>
            <w:tcW w:w="7797" w:type="dxa"/>
          </w:tcPr>
          <w:p w14:paraId="3C684095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21D0">
              <w:rPr>
                <w:rFonts w:asciiTheme="minorHAnsi" w:hAnsiTheme="minorHAnsi" w:cstheme="minorHAnsi"/>
              </w:rPr>
              <w:t xml:space="preserve">Nie oferuję promocji usług w środowisku w pełnym zakresie wymaganym przez Zamawiającego dla uzyskania punktów w kryterium </w:t>
            </w:r>
            <w:proofErr w:type="spellStart"/>
            <w:r w:rsidRPr="00A021D0">
              <w:rPr>
                <w:rFonts w:asciiTheme="minorHAnsi" w:hAnsiTheme="minorHAnsi" w:cstheme="minorHAnsi"/>
              </w:rPr>
              <w:t>pozacenowym</w:t>
            </w:r>
            <w:proofErr w:type="spellEnd"/>
            <w:r w:rsidRPr="00A021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</w:tcPr>
          <w:p w14:paraId="0682583E" w14:textId="77777777" w:rsidR="003C27CA" w:rsidRPr="00A021D0" w:rsidRDefault="003C27CA" w:rsidP="00D3149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F46D27A" w14:textId="77777777" w:rsidR="003B02A2" w:rsidRPr="003C27CA" w:rsidRDefault="003B02A2" w:rsidP="003C27C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FC73239" w14:textId="77777777" w:rsidR="009F641C" w:rsidRPr="005A37B1" w:rsidRDefault="001851BA" w:rsidP="009F641C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5A37B1">
        <w:rPr>
          <w:rFonts w:asciiTheme="minorHAnsi" w:hAnsiTheme="minorHAnsi" w:cstheme="minorHAnsi"/>
        </w:rPr>
        <w:t>Oświadczamy, że uzyskaliśmy wszelkie informacje niezbędne do prawidłowego przygotowania i złożenia niniejszej oferty.</w:t>
      </w:r>
    </w:p>
    <w:p w14:paraId="3D4E6FFC" w14:textId="4A43F365" w:rsidR="009F641C" w:rsidRPr="005A37B1" w:rsidRDefault="001851BA" w:rsidP="009F641C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5A37B1">
        <w:rPr>
          <w:rFonts w:asciiTheme="minorHAnsi" w:hAnsiTheme="minorHAnsi" w:cstheme="minorHAnsi"/>
        </w:rPr>
        <w:t>Oświadczamy, że jesteśmy związani niniejszą o</w:t>
      </w:r>
      <w:r w:rsidR="00B11F8E" w:rsidRPr="005A37B1">
        <w:rPr>
          <w:rFonts w:asciiTheme="minorHAnsi" w:hAnsiTheme="minorHAnsi" w:cstheme="minorHAnsi"/>
        </w:rPr>
        <w:t xml:space="preserve">fertą </w:t>
      </w:r>
      <w:r w:rsidR="005614CB" w:rsidRPr="005A37B1">
        <w:rPr>
          <w:rFonts w:asciiTheme="minorHAnsi" w:hAnsiTheme="minorHAnsi" w:cstheme="minorHAnsi"/>
        </w:rPr>
        <w:t xml:space="preserve">przez </w:t>
      </w:r>
      <w:r w:rsidR="005614CB" w:rsidRPr="005A37B1">
        <w:rPr>
          <w:rFonts w:asciiTheme="minorHAnsi" w:eastAsia="Lucida Sans Unicode" w:hAnsiTheme="minorHAnsi" w:cstheme="minorHAnsi"/>
          <w:kern w:val="1"/>
          <w:lang w:eastAsia="zh-CN"/>
        </w:rPr>
        <w:t>okres wskazany w SWZ</w:t>
      </w:r>
      <w:r w:rsidR="00B11F8E" w:rsidRPr="005A37B1">
        <w:rPr>
          <w:rFonts w:asciiTheme="minorHAnsi" w:hAnsiTheme="minorHAnsi" w:cstheme="minorHAnsi"/>
        </w:rPr>
        <w:t>.</w:t>
      </w:r>
    </w:p>
    <w:p w14:paraId="482E4E64" w14:textId="690EB843" w:rsidR="009F641C" w:rsidRPr="005A37B1" w:rsidRDefault="001851BA" w:rsidP="009F641C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5A37B1">
        <w:rPr>
          <w:rFonts w:asciiTheme="minorHAnsi" w:hAnsiTheme="minorHAnsi" w:cstheme="minorHAnsi"/>
        </w:rPr>
        <w:t>Oświadczamy, że zapoznaliśmy się z postanowieniami umowy, określ</w:t>
      </w:r>
      <w:r w:rsidR="00B11F8E" w:rsidRPr="005A37B1">
        <w:rPr>
          <w:rFonts w:asciiTheme="minorHAnsi" w:hAnsiTheme="minorHAnsi" w:cstheme="minorHAnsi"/>
        </w:rPr>
        <w:t xml:space="preserve">onymi w  </w:t>
      </w:r>
      <w:r w:rsidR="003366DF">
        <w:rPr>
          <w:rFonts w:asciiTheme="minorHAnsi" w:hAnsiTheme="minorHAnsi" w:cstheme="minorHAnsi"/>
        </w:rPr>
        <w:t>SWZ</w:t>
      </w:r>
      <w:r w:rsidRPr="005A37B1">
        <w:rPr>
          <w:rFonts w:asciiTheme="minorHAnsi" w:hAnsiTheme="minorHAnsi" w:cstheme="minorHAnsi"/>
        </w:rPr>
        <w:t xml:space="preserve"> i zobowiązujemy się, w przypadku wyboru naszej oferty, do zawarcia umowy zgodnej z niniejszą ofertą, na warunkach określonych w </w:t>
      </w:r>
      <w:r w:rsidR="00B11F8E" w:rsidRPr="005A37B1">
        <w:rPr>
          <w:rFonts w:asciiTheme="minorHAnsi" w:hAnsiTheme="minorHAnsi" w:cstheme="minorHAnsi"/>
        </w:rPr>
        <w:t>SWZ</w:t>
      </w:r>
      <w:r w:rsidRPr="005A37B1">
        <w:rPr>
          <w:rFonts w:asciiTheme="minorHAnsi" w:hAnsiTheme="minorHAnsi" w:cstheme="minorHAnsi"/>
        </w:rPr>
        <w:t>, w miejsc</w:t>
      </w:r>
      <w:r w:rsidR="00B11F8E" w:rsidRPr="005A37B1">
        <w:rPr>
          <w:rFonts w:asciiTheme="minorHAnsi" w:hAnsiTheme="minorHAnsi" w:cstheme="minorHAnsi"/>
        </w:rPr>
        <w:t>u i terminie wyznaczonym przez Z</w:t>
      </w:r>
      <w:r w:rsidRPr="005A37B1">
        <w:rPr>
          <w:rFonts w:asciiTheme="minorHAnsi" w:hAnsiTheme="minorHAnsi" w:cstheme="minorHAnsi"/>
        </w:rPr>
        <w:t>amawiającego.</w:t>
      </w:r>
    </w:p>
    <w:p w14:paraId="4787BE36" w14:textId="77777777" w:rsidR="009F641C" w:rsidRPr="005A37B1" w:rsidRDefault="001851BA" w:rsidP="009F641C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5A37B1">
        <w:rPr>
          <w:rFonts w:asciiTheme="minorHAnsi" w:hAnsiTheme="minorHAnsi" w:cstheme="minorHAnsi"/>
        </w:rPr>
        <w:t>Wypełniłam/wypełniłem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4EB6495" w14:textId="0B9E741F" w:rsidR="007922BE" w:rsidRPr="00AF2FC1" w:rsidRDefault="001851BA" w:rsidP="007922BE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5A37B1">
        <w:rPr>
          <w:rFonts w:asciiTheme="minorHAnsi" w:hAnsiTheme="minorHAnsi" w:cstheme="minorHAnsi"/>
        </w:rPr>
        <w:t xml:space="preserve">Zapoznałam się/zapoznałem się i przyjmuję do wiadomości informacje przedstawione przez </w:t>
      </w:r>
      <w:r w:rsidRPr="00AF2FC1">
        <w:rPr>
          <w:rFonts w:asciiTheme="minorHAnsi" w:hAnsiTheme="minorHAnsi" w:cstheme="minorHAnsi"/>
        </w:rPr>
        <w:t>administratora danych, dotyczące zasad przetwarzania danych osobowych pozyskiwanych w związku z udziałem w niniejszym postępowaniu, które zostały opisane w pkt</w:t>
      </w:r>
      <w:r w:rsidR="002D7CBC" w:rsidRPr="00AF2FC1">
        <w:rPr>
          <w:rFonts w:asciiTheme="minorHAnsi" w:hAnsiTheme="minorHAnsi" w:cstheme="minorHAnsi"/>
        </w:rPr>
        <w:t>.</w:t>
      </w:r>
      <w:r w:rsidRPr="00AF2FC1">
        <w:rPr>
          <w:rFonts w:asciiTheme="minorHAnsi" w:hAnsiTheme="minorHAnsi" w:cstheme="minorHAnsi"/>
        </w:rPr>
        <w:t xml:space="preserve"> </w:t>
      </w:r>
      <w:r w:rsidR="00B11F8E" w:rsidRPr="00AF2FC1">
        <w:rPr>
          <w:rFonts w:asciiTheme="minorHAnsi" w:hAnsiTheme="minorHAnsi" w:cstheme="minorHAnsi"/>
        </w:rPr>
        <w:t xml:space="preserve">40 SWZ. </w:t>
      </w:r>
      <w:r w:rsidRPr="00AF2FC1">
        <w:rPr>
          <w:rFonts w:asciiTheme="minorHAnsi" w:hAnsiTheme="minorHAnsi" w:cstheme="minorHAnsi"/>
        </w:rPr>
        <w:t xml:space="preserve"> </w:t>
      </w:r>
    </w:p>
    <w:p w14:paraId="586132F7" w14:textId="3A2CF662" w:rsidR="002C55D9" w:rsidRPr="00AF2FC1" w:rsidRDefault="002C55D9" w:rsidP="002C55D9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/>
        </w:rPr>
        <w:t xml:space="preserve">Oświadczam, że </w:t>
      </w:r>
      <w:r w:rsidRPr="00AF2FC1">
        <w:rPr>
          <w:rFonts w:asciiTheme="minorHAnsi" w:hAnsiTheme="minorHAnsi" w:cstheme="minorHAnsi"/>
          <w:bCs/>
        </w:rPr>
        <w:t>stosownie do dyspozycji art. 94 ust. 1 PZP mamy status zakładu pracy chronionej, spółdzielni socjalnej oraz innego wykonawcy, którego głównym celem lub głównym celem działalności naszych wyodrębnionych organizacyjnie jednostek, które będą realizowały zamówienie, jest społeczna i zawodowa integracja:</w:t>
      </w:r>
    </w:p>
    <w:p w14:paraId="23ED2039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>1)osób niepełnosprawnych w rozumieniu ustawy z dnia 27 sierpnia 1997 r. o rehabilitacji zawodowej i społecznej oraz zatrudnianiu osób niepełnosprawnych (Dz. U. z 2024 r. poz. 44, 858, 1089 i 1165),</w:t>
      </w:r>
    </w:p>
    <w:p w14:paraId="5AF9F329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>2)bezrobotnych w rozumieniu ustawy z dnia 20 marca 2025 r. o rynku pracy i służbach zatrudnienia (Dz. U. poz. 620),</w:t>
      </w:r>
    </w:p>
    <w:p w14:paraId="41F25E89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>3) osób poszukujących pracy, niepozostających w zatrudnieniu lub niewykonujących innej pracy zarobkowej, w rozumieniu ustawy z dnia 20 marca 2025 r. o rynku pracy i służbach zatrudnienia,</w:t>
      </w:r>
    </w:p>
    <w:p w14:paraId="0A21842A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>4) osób usamodzielnianych, o których mowa w art. 140 ust. 1 i 2 ustawy z dnia 9 czerwca 2011 r. o wspieraniu rodziny i systemie pieczy zastępczej (Dz. U. z 2024 r. poz. 177, 742, 743 i 858),</w:t>
      </w:r>
    </w:p>
    <w:p w14:paraId="42D8034B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>5)osób pozbawionych wolności lub zwalnianych z zakładów karnych, o których mowa w ustawie z dnia 6 czerwca 1997 r. – Kodeks karny wykonawczy (Dz. U. z 2024 r. poz. 706), mających trudności w integracji ze środowiskiem,</w:t>
      </w:r>
    </w:p>
    <w:p w14:paraId="74032B63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>6)osób z zaburzeniami psychicznymi w rozumieniu ustawy z dnia 19 sierpnia 1994 r. o ochronie zdrowia psychicznego (Dz. U. z 2024 r. poz. 917),</w:t>
      </w:r>
    </w:p>
    <w:p w14:paraId="38A45852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 xml:space="preserve">7)osób bezdomnych w rozumieniu ustawy z dnia 12 marca 2004 r. o pomocy społecznej (Dz. U. z 2023 r. poz. 901, z </w:t>
      </w:r>
      <w:proofErr w:type="spellStart"/>
      <w:r w:rsidRPr="00AF2FC1">
        <w:rPr>
          <w:rFonts w:asciiTheme="minorHAnsi" w:hAnsiTheme="minorHAnsi" w:cstheme="minorHAnsi"/>
          <w:bCs/>
        </w:rPr>
        <w:t>późn</w:t>
      </w:r>
      <w:proofErr w:type="spellEnd"/>
      <w:r w:rsidRPr="00AF2FC1">
        <w:rPr>
          <w:rFonts w:asciiTheme="minorHAnsi" w:hAnsiTheme="minorHAnsi" w:cstheme="minorHAnsi"/>
          <w:bCs/>
        </w:rPr>
        <w:t>. zm.12),</w:t>
      </w:r>
    </w:p>
    <w:p w14:paraId="13DD163C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>8)osób,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23AACA79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>9)osób do 30. roku życia oraz po ukończeniu 50. roku życia, posiadających status osoby poszukującej pracy, bez zatrudnienia,</w:t>
      </w:r>
    </w:p>
    <w:p w14:paraId="7279B611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 xml:space="preserve">10)osób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 </w:t>
      </w:r>
    </w:p>
    <w:p w14:paraId="430FF8A9" w14:textId="77777777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</w:p>
    <w:p w14:paraId="1985B2B2" w14:textId="4E1C359F" w:rsidR="002C55D9" w:rsidRPr="00AF2FC1" w:rsidRDefault="002C55D9" w:rsidP="002C55D9">
      <w:pPr>
        <w:spacing w:after="0" w:line="240" w:lineRule="auto"/>
        <w:ind w:left="567"/>
        <w:jc w:val="both"/>
        <w:rPr>
          <w:rFonts w:asciiTheme="minorHAnsi" w:hAnsiTheme="minorHAnsi" w:cstheme="minorHAnsi"/>
          <w:bCs/>
        </w:rPr>
      </w:pPr>
      <w:r w:rsidRPr="00AF2FC1">
        <w:rPr>
          <w:rFonts w:asciiTheme="minorHAnsi" w:hAnsiTheme="minorHAnsi" w:cstheme="minorHAnsi"/>
          <w:bCs/>
        </w:rPr>
        <w:t>‒ i procentowy wskaźnik zatrudnienia osób należących do jednej lub więcej kategorii, o których mowa w pkt 1–10, jest nie mniejszy niż 30 % osób zatrudnionych u wykonawcy albo w  jednostce Wykonawcy, która będzie realizowała zamówienie.</w:t>
      </w:r>
    </w:p>
    <w:p w14:paraId="58B77759" w14:textId="257E5982" w:rsidR="005614CB" w:rsidRPr="005A37B1" w:rsidRDefault="005614CB" w:rsidP="007922BE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5A37B1">
        <w:rPr>
          <w:rFonts w:asciiTheme="minorHAnsi" w:eastAsia="Lucida Sans Unicode" w:hAnsiTheme="minorHAnsi" w:cstheme="minorHAnsi"/>
          <w:kern w:val="1"/>
          <w:lang w:eastAsia="zh-CN"/>
        </w:rPr>
        <w:t xml:space="preserve">Oświadczam (my), że zamówienie wykonam samodzielnie bez udziału podwykonawców* / zamówienie wykonam przy udziale podwykonawców* w następującym zakresie: </w:t>
      </w:r>
      <w:r w:rsidRPr="005A37B1">
        <w:rPr>
          <w:rFonts w:asciiTheme="minorHAnsi" w:eastAsia="Lucida Sans Unicode" w:hAnsiTheme="minorHAnsi" w:cstheme="minorHAnsi"/>
          <w:i/>
          <w:kern w:val="1"/>
          <w:vertAlign w:val="superscript"/>
          <w:lang w:eastAsia="zh-CN"/>
        </w:rPr>
        <w:t>(*niepotrzebne skreślić)</w:t>
      </w: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3659"/>
      </w:tblGrid>
      <w:tr w:rsidR="005614CB" w:rsidRPr="005A37B1" w14:paraId="0DE1B7B4" w14:textId="77777777" w:rsidTr="00A023A8">
        <w:trPr>
          <w:trHeight w:val="567"/>
          <w:jc w:val="center"/>
        </w:trPr>
        <w:tc>
          <w:tcPr>
            <w:tcW w:w="2945" w:type="pct"/>
            <w:shd w:val="clear" w:color="auto" w:fill="EDEDED" w:themeFill="accent3" w:themeFillTint="33"/>
          </w:tcPr>
          <w:p w14:paraId="3E361F46" w14:textId="77777777" w:rsidR="005614CB" w:rsidRPr="005A37B1" w:rsidRDefault="005614CB" w:rsidP="005614CB">
            <w:pPr>
              <w:tabs>
                <w:tab w:val="left" w:pos="360"/>
              </w:tabs>
              <w:spacing w:after="180" w:line="240" w:lineRule="auto"/>
              <w:ind w:right="-49"/>
              <w:contextualSpacing/>
              <w:rPr>
                <w:rFonts w:asciiTheme="minorHAnsi" w:eastAsia="Palatino Linotype" w:hAnsiTheme="minorHAnsi" w:cstheme="minorHAnsi"/>
                <w:lang w:eastAsia="pl-PL"/>
              </w:rPr>
            </w:pPr>
            <w:r w:rsidRPr="005A37B1">
              <w:rPr>
                <w:rFonts w:asciiTheme="minorHAnsi" w:eastAsia="Palatino Linotype" w:hAnsiTheme="minorHAnsi" w:cstheme="minorHAnsi"/>
                <w:lang w:eastAsia="pl-PL"/>
              </w:rPr>
              <w:t>Część zamówienia (zakres rzeczowy) przedmiotu zamówienia, który zamierzamy powierzyć podwykonawcy</w:t>
            </w:r>
          </w:p>
        </w:tc>
        <w:tc>
          <w:tcPr>
            <w:tcW w:w="2055" w:type="pct"/>
            <w:shd w:val="clear" w:color="auto" w:fill="EDEDED" w:themeFill="accent3" w:themeFillTint="33"/>
          </w:tcPr>
          <w:p w14:paraId="3D5A8B6F" w14:textId="77777777" w:rsidR="005614CB" w:rsidRPr="005A37B1" w:rsidRDefault="005614CB" w:rsidP="005614CB">
            <w:pPr>
              <w:tabs>
                <w:tab w:val="left" w:pos="360"/>
              </w:tabs>
              <w:spacing w:after="0" w:line="240" w:lineRule="auto"/>
              <w:ind w:right="-49"/>
              <w:contextualSpacing/>
              <w:rPr>
                <w:rFonts w:asciiTheme="minorHAnsi" w:eastAsia="Palatino Linotype" w:hAnsiTheme="minorHAnsi" w:cstheme="minorHAnsi"/>
                <w:lang w:eastAsia="pl-PL"/>
              </w:rPr>
            </w:pPr>
            <w:r w:rsidRPr="005A37B1">
              <w:rPr>
                <w:rFonts w:asciiTheme="minorHAnsi" w:eastAsia="Palatino Linotype" w:hAnsiTheme="minorHAnsi" w:cstheme="minorHAnsi"/>
                <w:lang w:eastAsia="pl-PL"/>
              </w:rPr>
              <w:t xml:space="preserve">Nazwa (firma) podwykonawcy, </w:t>
            </w:r>
          </w:p>
          <w:p w14:paraId="55A3F458" w14:textId="77777777" w:rsidR="005614CB" w:rsidRPr="005A37B1" w:rsidRDefault="005614CB" w:rsidP="005614CB">
            <w:pPr>
              <w:tabs>
                <w:tab w:val="left" w:pos="360"/>
              </w:tabs>
              <w:spacing w:after="0" w:line="240" w:lineRule="auto"/>
              <w:ind w:right="-49"/>
              <w:contextualSpacing/>
              <w:rPr>
                <w:rFonts w:asciiTheme="minorHAnsi" w:eastAsia="Palatino Linotype" w:hAnsiTheme="minorHAnsi" w:cstheme="minorHAnsi"/>
                <w:lang w:eastAsia="pl-PL"/>
              </w:rPr>
            </w:pPr>
            <w:r w:rsidRPr="005A37B1">
              <w:rPr>
                <w:rFonts w:asciiTheme="minorHAnsi" w:eastAsia="Palatino Linotype" w:hAnsiTheme="minorHAnsi" w:cstheme="minorHAnsi"/>
                <w:lang w:eastAsia="pl-PL"/>
              </w:rPr>
              <w:t>(jeżeli jest już znany)</w:t>
            </w:r>
          </w:p>
        </w:tc>
      </w:tr>
      <w:tr w:rsidR="005614CB" w:rsidRPr="005A37B1" w14:paraId="1455B369" w14:textId="77777777" w:rsidTr="00A023A8">
        <w:trPr>
          <w:trHeight w:val="310"/>
          <w:jc w:val="center"/>
        </w:trPr>
        <w:tc>
          <w:tcPr>
            <w:tcW w:w="2945" w:type="pct"/>
          </w:tcPr>
          <w:p w14:paraId="27511ECD" w14:textId="77777777" w:rsidR="005614CB" w:rsidRPr="005A37B1" w:rsidRDefault="005614CB" w:rsidP="005614CB">
            <w:pPr>
              <w:tabs>
                <w:tab w:val="left" w:pos="360"/>
              </w:tabs>
              <w:spacing w:after="180" w:line="240" w:lineRule="auto"/>
              <w:ind w:right="-49"/>
              <w:contextualSpacing/>
              <w:rPr>
                <w:rFonts w:asciiTheme="minorHAnsi" w:eastAsia="Palatino Linotype" w:hAnsiTheme="minorHAnsi" w:cstheme="minorHAnsi"/>
                <w:lang w:eastAsia="pl-PL"/>
              </w:rPr>
            </w:pPr>
          </w:p>
        </w:tc>
        <w:tc>
          <w:tcPr>
            <w:tcW w:w="2055" w:type="pct"/>
          </w:tcPr>
          <w:p w14:paraId="6E1770F7" w14:textId="77777777" w:rsidR="005614CB" w:rsidRPr="005A37B1" w:rsidRDefault="005614CB" w:rsidP="005614CB">
            <w:pPr>
              <w:tabs>
                <w:tab w:val="left" w:pos="360"/>
              </w:tabs>
              <w:spacing w:after="180" w:line="240" w:lineRule="auto"/>
              <w:ind w:right="-49"/>
              <w:contextualSpacing/>
              <w:rPr>
                <w:rFonts w:asciiTheme="minorHAnsi" w:eastAsia="Palatino Linotype" w:hAnsiTheme="minorHAnsi" w:cstheme="minorHAnsi"/>
                <w:lang w:eastAsia="pl-PL"/>
              </w:rPr>
            </w:pPr>
          </w:p>
        </w:tc>
      </w:tr>
    </w:tbl>
    <w:p w14:paraId="3BE585E5" w14:textId="77777777" w:rsidR="005614CB" w:rsidRPr="005A37B1" w:rsidRDefault="005614CB" w:rsidP="001851BA">
      <w:pPr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</w:p>
    <w:p w14:paraId="1BA86A73" w14:textId="77777777" w:rsidR="005A37B1" w:rsidRPr="005A37B1" w:rsidRDefault="0067228A" w:rsidP="005A37B1">
      <w:pPr>
        <w:pStyle w:val="Akapitzlist"/>
        <w:widowControl w:val="0"/>
        <w:numPr>
          <w:ilvl w:val="0"/>
          <w:numId w:val="34"/>
        </w:numPr>
        <w:tabs>
          <w:tab w:val="num" w:pos="3337"/>
        </w:tabs>
        <w:suppressAutoHyphens/>
        <w:spacing w:after="0" w:line="240" w:lineRule="auto"/>
        <w:ind w:left="567" w:hanging="567"/>
        <w:jc w:val="both"/>
        <w:rPr>
          <w:rFonts w:asciiTheme="minorHAnsi" w:eastAsia="Lucida Sans Unicode" w:hAnsiTheme="minorHAnsi" w:cstheme="minorHAnsi"/>
          <w:kern w:val="1"/>
          <w:lang w:eastAsia="zh-CN"/>
        </w:rPr>
      </w:pPr>
      <w:r w:rsidRPr="005A37B1">
        <w:rPr>
          <w:rFonts w:asciiTheme="minorHAnsi" w:eastAsia="Lucida Sans Unicode" w:hAnsiTheme="minorHAnsi" w:cstheme="minorHAnsi"/>
          <w:kern w:val="1"/>
          <w:lang w:eastAsia="zh-CN"/>
        </w:rPr>
        <w:t xml:space="preserve">Oświadczam(my), iż informacje i dokumenty zawarte w odrębnym, stosownie oznaczonym i nazwanym załączniku ______________ </w:t>
      </w:r>
      <w:r w:rsidRPr="005A37B1">
        <w:rPr>
          <w:rFonts w:asciiTheme="minorHAnsi" w:eastAsia="Lucida Sans Unicode" w:hAnsiTheme="minorHAnsi" w:cstheme="minorHAnsi"/>
          <w:i/>
          <w:kern w:val="1"/>
          <w:lang w:eastAsia="zh-CN"/>
        </w:rPr>
        <w:t>(należy podać nazwę załącznika)</w:t>
      </w:r>
      <w:r w:rsidRPr="005A37B1">
        <w:rPr>
          <w:rFonts w:asciiTheme="minorHAnsi" w:eastAsia="Lucida Sans Unicode" w:hAnsiTheme="minorHAnsi" w:cstheme="minorHAnsi"/>
          <w:kern w:val="1"/>
          <w:lang w:eastAsia="zh-CN"/>
        </w:rPr>
        <w:t xml:space="preserve"> stanowią tajemnicę przedsiębiorstwa w rozumieniu przepisów o zwalczaniu nieuczciwej konkurencji, co wykazaliśmy w załączniku do Oferty i zastrzegamy, że nie mogą być one udostępniane </w:t>
      </w:r>
      <w:r w:rsidRPr="005A37B1">
        <w:rPr>
          <w:rFonts w:asciiTheme="minorHAnsi" w:eastAsia="Lucida Sans Unicode" w:hAnsiTheme="minorHAnsi" w:cstheme="minorHAnsi"/>
          <w:i/>
          <w:kern w:val="1"/>
          <w:lang w:eastAsia="zh-CN"/>
        </w:rPr>
        <w:t>(wypełnić jeżeli dotyczy)</w:t>
      </w:r>
      <w:r w:rsidRPr="005A37B1">
        <w:rPr>
          <w:rFonts w:asciiTheme="minorHAnsi" w:eastAsia="Arial Unicode MS" w:hAnsiTheme="minorHAnsi" w:cstheme="minorHAnsi"/>
          <w:i/>
          <w:kern w:val="1"/>
          <w:lang w:eastAsia="zh-CN"/>
        </w:rPr>
        <w:t>.</w:t>
      </w:r>
    </w:p>
    <w:p w14:paraId="71059818" w14:textId="06F943EC" w:rsidR="005A37B1" w:rsidRPr="005A37B1" w:rsidRDefault="009072DF" w:rsidP="005A37B1">
      <w:pPr>
        <w:pStyle w:val="Akapitzlist"/>
        <w:widowControl w:val="0"/>
        <w:numPr>
          <w:ilvl w:val="0"/>
          <w:numId w:val="34"/>
        </w:numPr>
        <w:tabs>
          <w:tab w:val="num" w:pos="3337"/>
        </w:tabs>
        <w:suppressAutoHyphens/>
        <w:spacing w:after="0" w:line="240" w:lineRule="auto"/>
        <w:ind w:left="567" w:hanging="567"/>
        <w:jc w:val="both"/>
        <w:rPr>
          <w:rFonts w:asciiTheme="minorHAnsi" w:eastAsia="Lucida Sans Unicode" w:hAnsiTheme="minorHAnsi" w:cstheme="minorHAnsi"/>
          <w:kern w:val="1"/>
          <w:lang w:eastAsia="zh-CN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>Oświadczmy</w:t>
      </w:r>
      <w:r w:rsidR="005A37B1" w:rsidRPr="005A37B1">
        <w:rPr>
          <w:rFonts w:asciiTheme="minorHAnsi" w:eastAsia="Times New Roman" w:hAnsiTheme="minorHAnsi" w:cstheme="minorHAnsi"/>
          <w:lang w:eastAsia="pl-PL"/>
        </w:rPr>
        <w:t>, że wybór naszej oferty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D7CBC">
        <w:rPr>
          <w:rFonts w:asciiTheme="minorHAnsi" w:hAnsiTheme="minorHAnsi" w:cstheme="minorHAnsi"/>
          <w:bCs/>
          <w:i/>
          <w:sz w:val="18"/>
          <w:szCs w:val="18"/>
        </w:rPr>
        <w:t>(należy zaznaczyć odpowiedni kwadrat)</w:t>
      </w:r>
      <w:r w:rsidR="005A37B1" w:rsidRPr="005A37B1">
        <w:rPr>
          <w:rFonts w:asciiTheme="minorHAnsi" w:eastAsia="Times New Roman" w:hAnsiTheme="minorHAnsi" w:cstheme="minorHAnsi"/>
          <w:lang w:eastAsia="pl-PL"/>
        </w:rPr>
        <w:t>:</w:t>
      </w:r>
    </w:p>
    <w:p w14:paraId="7EA8D484" w14:textId="0ED68FAA" w:rsidR="005A37B1" w:rsidRPr="005A37B1" w:rsidRDefault="005A37B1" w:rsidP="005A37B1">
      <w:pPr>
        <w:numPr>
          <w:ilvl w:val="0"/>
          <w:numId w:val="38"/>
        </w:numPr>
        <w:suppressAutoHyphens/>
        <w:spacing w:after="0" w:line="268" w:lineRule="auto"/>
        <w:ind w:left="851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5A37B1">
        <w:rPr>
          <w:rFonts w:asciiTheme="minorHAnsi" w:eastAsia="Times New Roman" w:hAnsiTheme="minorHAnsi" w:cstheme="minorHAnsi"/>
          <w:lang w:eastAsia="pl-PL"/>
        </w:rPr>
        <w:t>nie będzie prowadzić u Zamawiającego do powstania obowiązku podatkowego zgodnie z ustawą o podatku od towarów i usług</w:t>
      </w:r>
    </w:p>
    <w:p w14:paraId="2DEDB946" w14:textId="517C732A" w:rsidR="005A37B1" w:rsidRPr="005A37B1" w:rsidRDefault="005A37B1" w:rsidP="005A37B1">
      <w:pPr>
        <w:numPr>
          <w:ilvl w:val="0"/>
          <w:numId w:val="38"/>
        </w:numPr>
        <w:suppressAutoHyphens/>
        <w:spacing w:after="0" w:line="268" w:lineRule="auto"/>
        <w:ind w:left="851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5A37B1">
        <w:rPr>
          <w:rFonts w:asciiTheme="minorHAnsi" w:eastAsia="Times New Roman" w:hAnsiTheme="minorHAnsi" w:cstheme="minorHAnsi"/>
          <w:lang w:eastAsia="pl-PL"/>
        </w:rPr>
        <w:t xml:space="preserve">będzie prowadzić u Zamawiającego do powstania obowiązku podatkowego zgodnie z ustawą o podatku od towarów i usług. W związku z czym wskazujemy nazwę (rodzaj) towaru lub usługi, których </w:t>
      </w:r>
      <w:r w:rsidR="00247228">
        <w:rPr>
          <w:rFonts w:asciiTheme="minorHAnsi" w:eastAsia="Times New Roman" w:hAnsiTheme="minorHAnsi" w:cstheme="minorHAnsi"/>
          <w:lang w:eastAsia="pl-PL"/>
        </w:rPr>
        <w:t>dostawy</w:t>
      </w:r>
      <w:r w:rsidRPr="005A37B1">
        <w:rPr>
          <w:rFonts w:asciiTheme="minorHAnsi" w:eastAsia="Times New Roman" w:hAnsiTheme="minorHAnsi" w:cstheme="minorHAnsi"/>
          <w:lang w:eastAsia="pl-PL"/>
        </w:rPr>
        <w:t xml:space="preserve"> lub świadczenie będzie prowadzić do obowiązku jego powstania oraz ich wartość bez kwoty podatku:</w:t>
      </w:r>
    </w:p>
    <w:p w14:paraId="13E98CDF" w14:textId="77777777" w:rsidR="005A37B1" w:rsidRPr="005A37B1" w:rsidRDefault="005A37B1" w:rsidP="009072DF">
      <w:pPr>
        <w:suppressAutoHyphens/>
        <w:spacing w:after="0" w:line="268" w:lineRule="auto"/>
        <w:ind w:left="1700" w:firstLine="424"/>
        <w:contextualSpacing/>
        <w:rPr>
          <w:rFonts w:asciiTheme="minorHAnsi" w:eastAsia="Times New Roman" w:hAnsiTheme="minorHAnsi" w:cstheme="minorHAnsi"/>
          <w:lang w:eastAsia="pl-PL"/>
        </w:rPr>
      </w:pPr>
      <w:r w:rsidRPr="005A37B1">
        <w:rPr>
          <w:rFonts w:asciiTheme="minorHAnsi" w:eastAsia="Times New Roman" w:hAnsiTheme="minorHAnsi" w:cstheme="minorHAnsi"/>
          <w:lang w:eastAsia="pl-PL"/>
        </w:rPr>
        <w:t>--------------------------------                          ----------------------------------</w:t>
      </w:r>
    </w:p>
    <w:p w14:paraId="01CE03B5" w14:textId="77777777" w:rsidR="005A37B1" w:rsidRPr="005A37B1" w:rsidRDefault="005A37B1" w:rsidP="009072DF">
      <w:pPr>
        <w:suppressAutoHyphens/>
        <w:spacing w:after="0" w:line="268" w:lineRule="auto"/>
        <w:ind w:left="1416" w:firstLine="708"/>
        <w:contextualSpacing/>
        <w:rPr>
          <w:rFonts w:asciiTheme="minorHAnsi" w:eastAsia="Times New Roman" w:hAnsiTheme="minorHAnsi" w:cstheme="minorHAnsi"/>
          <w:lang w:eastAsia="pl-PL"/>
        </w:rPr>
      </w:pPr>
      <w:r w:rsidRPr="005A37B1">
        <w:rPr>
          <w:rFonts w:asciiTheme="minorHAnsi" w:eastAsia="Times New Roman" w:hAnsiTheme="minorHAnsi" w:cstheme="minorHAnsi"/>
          <w:lang w:eastAsia="pl-PL"/>
        </w:rPr>
        <w:t>--------------------------------                          ----------------------------------</w:t>
      </w:r>
    </w:p>
    <w:p w14:paraId="7DD1F2EF" w14:textId="3001D15B" w:rsidR="005A37B1" w:rsidRDefault="005A37B1" w:rsidP="00D763F4">
      <w:pPr>
        <w:suppressAutoHyphens/>
        <w:spacing w:after="0" w:line="268" w:lineRule="auto"/>
        <w:rPr>
          <w:rFonts w:asciiTheme="minorHAnsi" w:eastAsia="Times New Roman" w:hAnsiTheme="minorHAnsi" w:cstheme="minorHAnsi"/>
          <w:iCs/>
          <w:lang w:eastAsia="pl-PL"/>
        </w:rPr>
      </w:pPr>
      <w:r w:rsidRPr="005A37B1">
        <w:rPr>
          <w:rFonts w:asciiTheme="minorHAnsi" w:eastAsia="Times New Roman" w:hAnsiTheme="minorHAnsi" w:cstheme="minorHAnsi"/>
          <w:i/>
          <w:iCs/>
          <w:lang w:eastAsia="pl-PL"/>
        </w:rPr>
        <w:t xml:space="preserve">  </w:t>
      </w:r>
      <w:r w:rsidR="009072DF">
        <w:rPr>
          <w:rFonts w:asciiTheme="minorHAnsi" w:eastAsia="Times New Roman" w:hAnsiTheme="minorHAnsi" w:cstheme="minorHAnsi"/>
          <w:i/>
          <w:iCs/>
          <w:lang w:eastAsia="pl-PL"/>
        </w:rPr>
        <w:tab/>
      </w:r>
      <w:r w:rsidR="009072DF">
        <w:rPr>
          <w:rFonts w:asciiTheme="minorHAnsi" w:eastAsia="Times New Roman" w:hAnsiTheme="minorHAnsi" w:cstheme="minorHAnsi"/>
          <w:i/>
          <w:iCs/>
          <w:lang w:eastAsia="pl-PL"/>
        </w:rPr>
        <w:tab/>
        <w:t xml:space="preserve">     </w:t>
      </w:r>
      <w:r w:rsidRPr="005A37B1">
        <w:rPr>
          <w:rFonts w:asciiTheme="minorHAnsi" w:eastAsia="Times New Roman" w:hAnsiTheme="minorHAnsi" w:cstheme="minorHAnsi"/>
          <w:iCs/>
          <w:lang w:eastAsia="pl-PL"/>
        </w:rPr>
        <w:t>Nazwa (rodzaj) towaru lub usługi                                 Wartość</w:t>
      </w:r>
    </w:p>
    <w:p w14:paraId="58162390" w14:textId="77777777" w:rsidR="00D763F4" w:rsidRPr="00D763F4" w:rsidRDefault="00D763F4" w:rsidP="00D763F4">
      <w:pPr>
        <w:suppressAutoHyphens/>
        <w:spacing w:after="0" w:line="268" w:lineRule="auto"/>
        <w:rPr>
          <w:rFonts w:asciiTheme="minorHAnsi" w:eastAsia="Times New Roman" w:hAnsiTheme="minorHAnsi" w:cstheme="minorHAnsi"/>
          <w:iCs/>
          <w:lang w:eastAsia="pl-PL"/>
        </w:rPr>
      </w:pPr>
    </w:p>
    <w:p w14:paraId="4D85920D" w14:textId="77777777" w:rsidR="001851BA" w:rsidRPr="005A37B1" w:rsidRDefault="001851BA" w:rsidP="001851BA">
      <w:pPr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  <w:r w:rsidRPr="005A37B1">
        <w:rPr>
          <w:rFonts w:asciiTheme="minorHAnsi" w:hAnsiTheme="minorHAnsi" w:cstheme="minorHAnsi"/>
          <w:lang w:eastAsia="ar-SA"/>
        </w:rPr>
        <w:t>Pouczony o odpowiedzialności karnej (art. 297 ustawy z dnia 6 czerwca 1997 r. – Kodeks karny) oświadczam, że wszystkie zawarte w ofercie i załącznikach do niej informacje, są zgodne ze stanem faktycznym i prawnym.</w:t>
      </w:r>
    </w:p>
    <w:p w14:paraId="1840CF4C" w14:textId="77777777" w:rsidR="001851BA" w:rsidRPr="005A37B1" w:rsidRDefault="001851BA" w:rsidP="001851BA">
      <w:pPr>
        <w:spacing w:after="0" w:line="240" w:lineRule="auto"/>
        <w:ind w:left="708"/>
        <w:jc w:val="both"/>
        <w:rPr>
          <w:rFonts w:asciiTheme="minorHAnsi" w:hAnsiTheme="minorHAnsi" w:cstheme="minorHAnsi"/>
          <w:sz w:val="18"/>
          <w:szCs w:val="18"/>
        </w:rPr>
      </w:pPr>
    </w:p>
    <w:p w14:paraId="2ADDD4E9" w14:textId="41D9F17E" w:rsidR="00065DA0" w:rsidRPr="005A37B1" w:rsidRDefault="00B31D37" w:rsidP="00065DA0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</w:t>
      </w:r>
      <w:r w:rsidR="00065DA0" w:rsidRPr="005A37B1">
        <w:rPr>
          <w:rFonts w:asciiTheme="minorHAnsi" w:hAnsiTheme="minorHAnsi" w:cstheme="minorHAnsi"/>
          <w:sz w:val="20"/>
          <w:szCs w:val="20"/>
        </w:rPr>
        <w:t xml:space="preserve">, dnia </w:t>
      </w:r>
      <w:r>
        <w:rPr>
          <w:rFonts w:asciiTheme="minorHAnsi" w:hAnsiTheme="minorHAnsi" w:cstheme="minorHAnsi"/>
          <w:sz w:val="20"/>
          <w:szCs w:val="20"/>
        </w:rPr>
        <w:t>____________</w:t>
      </w:r>
      <w:r w:rsidR="00065DA0" w:rsidRPr="005A37B1">
        <w:rPr>
          <w:rFonts w:asciiTheme="minorHAnsi" w:hAnsiTheme="minorHAnsi" w:cstheme="minorHAnsi"/>
          <w:sz w:val="20"/>
          <w:szCs w:val="20"/>
        </w:rPr>
        <w:t>202</w:t>
      </w:r>
      <w:r w:rsidR="00CD5F7E" w:rsidRPr="005A37B1">
        <w:rPr>
          <w:rFonts w:asciiTheme="minorHAnsi" w:hAnsiTheme="minorHAnsi" w:cstheme="minorHAnsi"/>
          <w:sz w:val="20"/>
          <w:szCs w:val="20"/>
        </w:rPr>
        <w:t>5</w:t>
      </w:r>
      <w:r w:rsidR="00065DA0" w:rsidRPr="005A37B1">
        <w:rPr>
          <w:rFonts w:asciiTheme="minorHAnsi" w:hAnsiTheme="minorHAnsi" w:cstheme="minorHAnsi"/>
          <w:sz w:val="20"/>
          <w:szCs w:val="20"/>
        </w:rPr>
        <w:t xml:space="preserve"> r. </w:t>
      </w:r>
      <w:r w:rsidR="00065DA0" w:rsidRPr="005A37B1">
        <w:rPr>
          <w:rFonts w:asciiTheme="minorHAnsi" w:hAnsiTheme="minorHAnsi" w:cstheme="minorHAnsi"/>
          <w:sz w:val="20"/>
          <w:szCs w:val="20"/>
        </w:rPr>
        <w:tab/>
      </w:r>
      <w:r w:rsidR="00065DA0" w:rsidRPr="005A37B1">
        <w:rPr>
          <w:rFonts w:asciiTheme="minorHAnsi" w:hAnsiTheme="minorHAnsi" w:cstheme="minorHAnsi"/>
          <w:sz w:val="20"/>
          <w:szCs w:val="20"/>
        </w:rPr>
        <w:tab/>
      </w:r>
    </w:p>
    <w:p w14:paraId="1DDDE680" w14:textId="77777777" w:rsidR="00183A7E" w:rsidRPr="005A37B1" w:rsidRDefault="00183A7E" w:rsidP="00D01E7D">
      <w:pPr>
        <w:spacing w:after="0"/>
        <w:rPr>
          <w:rFonts w:asciiTheme="minorHAnsi" w:hAnsiTheme="minorHAnsi" w:cstheme="minorHAnsi"/>
          <w:sz w:val="18"/>
        </w:rPr>
      </w:pPr>
      <w:bookmarkStart w:id="0" w:name="_Hlk97198694"/>
    </w:p>
    <w:p w14:paraId="15F4D622" w14:textId="54AAF5B6" w:rsidR="00C17771" w:rsidRPr="00B31D37" w:rsidRDefault="00C17771" w:rsidP="00C17771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Cs/>
          <w:sz w:val="18"/>
          <w:szCs w:val="18"/>
          <w:lang w:eastAsia="ar-SA"/>
        </w:rPr>
      </w:pPr>
      <w:bookmarkStart w:id="1" w:name="_Hlk60047166"/>
      <w:bookmarkStart w:id="2" w:name="_Hlk63003516"/>
      <w:bookmarkEnd w:id="0"/>
      <w:r w:rsidRPr="00B31D37">
        <w:rPr>
          <w:rFonts w:asciiTheme="minorHAnsi" w:eastAsia="Times New Roman" w:hAnsiTheme="minorHAnsi" w:cstheme="minorHAnsi"/>
          <w:bCs/>
          <w:sz w:val="18"/>
          <w:szCs w:val="18"/>
          <w:lang w:eastAsia="ar-SA"/>
        </w:rPr>
        <w:t xml:space="preserve">Dokument musi być złożony  pod rygorem nieważności w formie elektronicznej tj. podpisany kwalifikowanym podpisem elektronicznym, lub w postaci elektronicznej  opatrzonej podpisem zaufanym lub podpisem osobistym. </w:t>
      </w:r>
      <w:bookmarkEnd w:id="1"/>
      <w:bookmarkEnd w:id="2"/>
    </w:p>
    <w:p w14:paraId="64E079B7" w14:textId="77777777" w:rsidR="00183A7E" w:rsidRPr="005A37B1" w:rsidRDefault="00183A7E" w:rsidP="0067228A">
      <w:pPr>
        <w:widowControl w:val="0"/>
        <w:suppressAutoHyphens/>
        <w:spacing w:after="0"/>
        <w:rPr>
          <w:rFonts w:asciiTheme="minorHAnsi" w:eastAsia="Lucida Sans Unicode" w:hAnsiTheme="minorHAnsi" w:cstheme="minorHAnsi"/>
          <w:b/>
          <w:kern w:val="1"/>
          <w:sz w:val="18"/>
          <w:szCs w:val="18"/>
          <w:lang w:eastAsia="zh-CN"/>
        </w:rPr>
      </w:pPr>
    </w:p>
    <w:p w14:paraId="72245BE3" w14:textId="77777777" w:rsidR="0067228A" w:rsidRPr="005A37B1" w:rsidRDefault="0067228A" w:rsidP="0067228A">
      <w:pPr>
        <w:widowControl w:val="0"/>
        <w:suppressAutoHyphens/>
        <w:spacing w:after="0"/>
        <w:rPr>
          <w:rFonts w:asciiTheme="minorHAnsi" w:eastAsia="Lucida Sans Unicode" w:hAnsiTheme="minorHAnsi" w:cstheme="minorHAnsi"/>
          <w:kern w:val="1"/>
          <w:sz w:val="18"/>
          <w:szCs w:val="18"/>
          <w:lang w:eastAsia="zh-CN"/>
        </w:rPr>
      </w:pPr>
      <w:r w:rsidRPr="005A37B1">
        <w:rPr>
          <w:rFonts w:asciiTheme="minorHAnsi" w:eastAsia="Lucida Sans Unicode" w:hAnsiTheme="minorHAnsi" w:cstheme="minorHAnsi"/>
          <w:b/>
          <w:kern w:val="1"/>
          <w:sz w:val="18"/>
          <w:szCs w:val="18"/>
          <w:lang w:eastAsia="zh-CN"/>
        </w:rPr>
        <w:t>mikro przedsiębiorstwo</w:t>
      </w:r>
      <w:r w:rsidRPr="005A37B1">
        <w:rPr>
          <w:rFonts w:asciiTheme="minorHAnsi" w:eastAsia="Lucida Sans Unicode" w:hAnsiTheme="minorHAnsi" w:cstheme="minorHAnsi"/>
          <w:kern w:val="1"/>
          <w:sz w:val="18"/>
          <w:szCs w:val="18"/>
          <w:lang w:eastAsia="zh-CN"/>
        </w:rPr>
        <w:t xml:space="preserve"> – przedsiębiorstwo, które zatrudnia mniej niż 10 osób i którego roczny obrót lub roczna suma bilansowa nie przekracza  2 milionów euro.</w:t>
      </w:r>
    </w:p>
    <w:p w14:paraId="77E60D38" w14:textId="77777777" w:rsidR="0067228A" w:rsidRPr="005A37B1" w:rsidRDefault="0067228A" w:rsidP="0067228A">
      <w:pPr>
        <w:widowControl w:val="0"/>
        <w:suppressAutoHyphens/>
        <w:spacing w:after="0"/>
        <w:rPr>
          <w:rFonts w:asciiTheme="minorHAnsi" w:eastAsia="Lucida Sans Unicode" w:hAnsiTheme="minorHAnsi" w:cstheme="minorHAnsi"/>
          <w:kern w:val="1"/>
          <w:sz w:val="18"/>
          <w:szCs w:val="18"/>
          <w:lang w:eastAsia="zh-CN"/>
        </w:rPr>
      </w:pPr>
      <w:r w:rsidRPr="005A37B1">
        <w:rPr>
          <w:rFonts w:asciiTheme="minorHAnsi" w:eastAsia="Lucida Sans Unicode" w:hAnsiTheme="minorHAnsi" w:cstheme="minorHAnsi"/>
          <w:b/>
          <w:kern w:val="1"/>
          <w:sz w:val="18"/>
          <w:szCs w:val="18"/>
          <w:lang w:eastAsia="zh-CN"/>
        </w:rPr>
        <w:t>małe przedsiębiorstwo</w:t>
      </w:r>
      <w:r w:rsidRPr="005A37B1">
        <w:rPr>
          <w:rFonts w:asciiTheme="minorHAnsi" w:eastAsia="Lucida Sans Unicode" w:hAnsiTheme="minorHAnsi" w:cstheme="minorHAnsi"/>
          <w:kern w:val="1"/>
          <w:sz w:val="18"/>
          <w:szCs w:val="18"/>
          <w:lang w:eastAsia="zh-CN"/>
        </w:rPr>
        <w:t xml:space="preserve"> – przedsiębiorstwo, które zatrudnia mniej niż 50 osób i którego roczny obrót lub roczna suma bilansowa nie przekracza 10 milionów euro.</w:t>
      </w:r>
    </w:p>
    <w:p w14:paraId="6614FE64" w14:textId="5659A76A" w:rsidR="001851BA" w:rsidRPr="005A37B1" w:rsidRDefault="0067228A" w:rsidP="00183A7E">
      <w:pPr>
        <w:widowControl w:val="0"/>
        <w:suppressAutoHyphens/>
        <w:spacing w:after="0"/>
        <w:rPr>
          <w:rFonts w:asciiTheme="minorHAnsi" w:hAnsiTheme="minorHAnsi" w:cstheme="minorHAnsi"/>
          <w:sz w:val="18"/>
          <w:szCs w:val="18"/>
        </w:rPr>
      </w:pPr>
      <w:r w:rsidRPr="005A37B1">
        <w:rPr>
          <w:rFonts w:asciiTheme="minorHAnsi" w:eastAsia="Lucida Sans Unicode" w:hAnsiTheme="minorHAnsi" w:cstheme="minorHAnsi"/>
          <w:b/>
          <w:kern w:val="1"/>
          <w:sz w:val="18"/>
          <w:szCs w:val="18"/>
          <w:lang w:eastAsia="zh-CN"/>
        </w:rPr>
        <w:t>średnie przedsiębiorstwo</w:t>
      </w:r>
      <w:r w:rsidRPr="005A37B1">
        <w:rPr>
          <w:rFonts w:asciiTheme="minorHAnsi" w:eastAsia="Lucida Sans Unicode" w:hAnsiTheme="minorHAnsi" w:cstheme="minorHAnsi"/>
          <w:kern w:val="1"/>
          <w:sz w:val="18"/>
          <w:szCs w:val="18"/>
          <w:lang w:eastAsia="zh-CN"/>
        </w:rPr>
        <w:t xml:space="preserve"> – przedsiębiorstwo, które nie jest ani małym ani średnim przedsiębiorstwem i które zatrudnia mniej niż 250 osób i którego roczny obrót nie przekracza 50 milionów euro lub roczna suma bilansowa nie przekracza 43 milionów euro.</w:t>
      </w:r>
    </w:p>
    <w:sectPr w:rsidR="001851BA" w:rsidRPr="005A37B1" w:rsidSect="00B31D37">
      <w:headerReference w:type="first" r:id="rId7"/>
      <w:pgSz w:w="11906" w:h="16838"/>
      <w:pgMar w:top="1134" w:right="1418" w:bottom="993" w:left="1418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25873" w14:textId="77777777" w:rsidR="006C2446" w:rsidRDefault="006C2446" w:rsidP="002775EC">
      <w:pPr>
        <w:spacing w:after="0" w:line="240" w:lineRule="auto"/>
      </w:pPr>
      <w:r>
        <w:separator/>
      </w:r>
    </w:p>
  </w:endnote>
  <w:endnote w:type="continuationSeparator" w:id="0">
    <w:p w14:paraId="500668B2" w14:textId="77777777" w:rsidR="006C2446" w:rsidRDefault="006C2446" w:rsidP="00277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4E0F6" w14:textId="77777777" w:rsidR="006C2446" w:rsidRDefault="006C2446" w:rsidP="002775EC">
      <w:pPr>
        <w:spacing w:after="0" w:line="240" w:lineRule="auto"/>
      </w:pPr>
      <w:r>
        <w:separator/>
      </w:r>
    </w:p>
  </w:footnote>
  <w:footnote w:type="continuationSeparator" w:id="0">
    <w:p w14:paraId="6A8D9D68" w14:textId="77777777" w:rsidR="006C2446" w:rsidRDefault="006C2446" w:rsidP="00277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FADA4" w14:textId="25FB47F9" w:rsidR="00A021D0" w:rsidRDefault="00A021D0">
    <w:pPr>
      <w:pStyle w:val="Nagwek"/>
    </w:pPr>
    <w:r w:rsidRPr="002B0A9E">
      <w:rPr>
        <w:noProof/>
      </w:rPr>
      <w:drawing>
        <wp:inline distT="0" distB="0" distL="0" distR="0" wp14:anchorId="3404EABB" wp14:editId="1A6BE691">
          <wp:extent cx="5759450" cy="456565"/>
          <wp:effectExtent l="0" t="0" r="0" b="635"/>
          <wp:docPr id="206733890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7338906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C63A30D"/>
    <w:multiLevelType w:val="hybridMultilevel"/>
    <w:tmpl w:val="DBA039C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DD3D2AF"/>
    <w:multiLevelType w:val="hybridMultilevel"/>
    <w:tmpl w:val="85B272C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211D8"/>
    <w:multiLevelType w:val="hybridMultilevel"/>
    <w:tmpl w:val="F43A0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14713"/>
    <w:multiLevelType w:val="hybridMultilevel"/>
    <w:tmpl w:val="B81C82A0"/>
    <w:lvl w:ilvl="0" w:tplc="13227586">
      <w:start w:val="1"/>
      <w:numFmt w:val="bullet"/>
      <w:lvlText w:val="-"/>
      <w:lvlJc w:val="left"/>
      <w:pPr>
        <w:ind w:left="10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4" w15:restartNumberingAfterBreak="0">
    <w:nsid w:val="07F43991"/>
    <w:multiLevelType w:val="hybridMultilevel"/>
    <w:tmpl w:val="084CA81C"/>
    <w:lvl w:ilvl="0" w:tplc="E0C69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D840EC"/>
    <w:multiLevelType w:val="hybridMultilevel"/>
    <w:tmpl w:val="C4CEB576"/>
    <w:lvl w:ilvl="0" w:tplc="13227586">
      <w:start w:val="1"/>
      <w:numFmt w:val="bullet"/>
      <w:lvlText w:val="-"/>
      <w:lvlJc w:val="left"/>
      <w:pPr>
        <w:ind w:left="10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6" w15:restartNumberingAfterBreak="0">
    <w:nsid w:val="0D3E2DD0"/>
    <w:multiLevelType w:val="hybridMultilevel"/>
    <w:tmpl w:val="CF3CC1F0"/>
    <w:lvl w:ilvl="0" w:tplc="300A63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450311"/>
    <w:multiLevelType w:val="hybridMultilevel"/>
    <w:tmpl w:val="1B444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063C1"/>
    <w:multiLevelType w:val="hybridMultilevel"/>
    <w:tmpl w:val="57D26D0C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D08E4"/>
    <w:multiLevelType w:val="hybridMultilevel"/>
    <w:tmpl w:val="57EEB4FA"/>
    <w:lvl w:ilvl="0" w:tplc="5F885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1B78C8"/>
    <w:multiLevelType w:val="hybridMultilevel"/>
    <w:tmpl w:val="6B1C7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B0EE1"/>
    <w:multiLevelType w:val="hybridMultilevel"/>
    <w:tmpl w:val="4256705E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60505"/>
    <w:multiLevelType w:val="hybridMultilevel"/>
    <w:tmpl w:val="6C58E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139FF"/>
    <w:multiLevelType w:val="hybridMultilevel"/>
    <w:tmpl w:val="F63AA034"/>
    <w:lvl w:ilvl="0" w:tplc="6394ACC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13889"/>
    <w:multiLevelType w:val="hybridMultilevel"/>
    <w:tmpl w:val="3544BF1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12C69"/>
    <w:multiLevelType w:val="hybridMultilevel"/>
    <w:tmpl w:val="2BEC5D4A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44801"/>
    <w:multiLevelType w:val="hybridMultilevel"/>
    <w:tmpl w:val="E2C41F1C"/>
    <w:lvl w:ilvl="0" w:tplc="D21E56E2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335C7F66"/>
    <w:multiLevelType w:val="hybridMultilevel"/>
    <w:tmpl w:val="96C0B28E"/>
    <w:lvl w:ilvl="0" w:tplc="132275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A0C93"/>
    <w:multiLevelType w:val="hybridMultilevel"/>
    <w:tmpl w:val="4074EEA0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0607F"/>
    <w:multiLevelType w:val="hybridMultilevel"/>
    <w:tmpl w:val="B8A4E6A8"/>
    <w:lvl w:ilvl="0" w:tplc="74F2F82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F4E9E"/>
    <w:multiLevelType w:val="multilevel"/>
    <w:tmpl w:val="5A4A3830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ind w:left="680" w:hanging="340"/>
      </w:pPr>
      <w:rPr>
        <w:rFonts w:ascii="Calibri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8AC5893"/>
    <w:multiLevelType w:val="hybridMultilevel"/>
    <w:tmpl w:val="751C38A8"/>
    <w:lvl w:ilvl="0" w:tplc="3B524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0A35DF"/>
    <w:multiLevelType w:val="hybridMultilevel"/>
    <w:tmpl w:val="364C8CE0"/>
    <w:lvl w:ilvl="0" w:tplc="A574C14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596E47"/>
    <w:multiLevelType w:val="hybridMultilevel"/>
    <w:tmpl w:val="4FAE4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7D593C"/>
    <w:multiLevelType w:val="hybridMultilevel"/>
    <w:tmpl w:val="2E9C9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F2D67"/>
    <w:multiLevelType w:val="hybridMultilevel"/>
    <w:tmpl w:val="0B3426EC"/>
    <w:lvl w:ilvl="0" w:tplc="84DE9A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938E2"/>
    <w:multiLevelType w:val="hybridMultilevel"/>
    <w:tmpl w:val="C97AEA68"/>
    <w:lvl w:ilvl="0" w:tplc="44A86CD0">
      <w:start w:val="1"/>
      <w:numFmt w:val="bullet"/>
      <w:lvlText w:val=""/>
      <w:lvlJc w:val="left"/>
      <w:pPr>
        <w:tabs>
          <w:tab w:val="num" w:pos="442"/>
        </w:tabs>
        <w:ind w:left="442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2"/>
        </w:tabs>
        <w:ind w:left="18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2"/>
        </w:tabs>
        <w:ind w:left="26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2"/>
        </w:tabs>
        <w:ind w:left="40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2"/>
        </w:tabs>
        <w:ind w:left="47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2"/>
        </w:tabs>
        <w:ind w:left="54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</w:abstractNum>
  <w:abstractNum w:abstractNumId="28" w15:restartNumberingAfterBreak="0">
    <w:nsid w:val="4F9A0DF5"/>
    <w:multiLevelType w:val="hybridMultilevel"/>
    <w:tmpl w:val="9536D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A3350"/>
    <w:multiLevelType w:val="hybridMultilevel"/>
    <w:tmpl w:val="50F41EE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cs="Times New Roman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2B26BFEA">
      <w:start w:val="1"/>
      <w:numFmt w:val="lowerLetter"/>
      <w:lvlText w:val="%5)"/>
      <w:lvlJc w:val="left"/>
      <w:pPr>
        <w:ind w:left="78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EB750E"/>
    <w:multiLevelType w:val="hybridMultilevel"/>
    <w:tmpl w:val="A50402EC"/>
    <w:lvl w:ilvl="0" w:tplc="9542821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607A7B4E"/>
    <w:multiLevelType w:val="hybridMultilevel"/>
    <w:tmpl w:val="26B8E0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254CD"/>
    <w:multiLevelType w:val="hybridMultilevel"/>
    <w:tmpl w:val="6E927984"/>
    <w:lvl w:ilvl="0" w:tplc="A49ED100">
      <w:start w:val="1"/>
      <w:numFmt w:val="decimal"/>
      <w:lvlText w:val="%1."/>
      <w:lvlJc w:val="left"/>
      <w:pPr>
        <w:ind w:left="1069" w:hanging="360"/>
      </w:pPr>
      <w:rPr>
        <w:rFonts w:hint="default"/>
        <w:color w:val="EE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417182C"/>
    <w:multiLevelType w:val="hybridMultilevel"/>
    <w:tmpl w:val="21B8F292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259F1"/>
    <w:multiLevelType w:val="hybridMultilevel"/>
    <w:tmpl w:val="C090067E"/>
    <w:lvl w:ilvl="0" w:tplc="4800A5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B536F86"/>
    <w:multiLevelType w:val="hybridMultilevel"/>
    <w:tmpl w:val="85FE01AE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241FA"/>
    <w:multiLevelType w:val="hybridMultilevel"/>
    <w:tmpl w:val="06C05D7C"/>
    <w:lvl w:ilvl="0" w:tplc="CE24F3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2C2135"/>
    <w:multiLevelType w:val="hybridMultilevel"/>
    <w:tmpl w:val="662896DA"/>
    <w:lvl w:ilvl="0" w:tplc="3B524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2668">
    <w:abstractNumId w:val="20"/>
  </w:num>
  <w:num w:numId="2" w16cid:durableId="1843279345">
    <w:abstractNumId w:val="10"/>
  </w:num>
  <w:num w:numId="3" w16cid:durableId="1182472864">
    <w:abstractNumId w:val="24"/>
  </w:num>
  <w:num w:numId="4" w16cid:durableId="1885486634">
    <w:abstractNumId w:val="26"/>
  </w:num>
  <w:num w:numId="5" w16cid:durableId="1700743241">
    <w:abstractNumId w:val="6"/>
  </w:num>
  <w:num w:numId="6" w16cid:durableId="1125927939">
    <w:abstractNumId w:val="4"/>
  </w:num>
  <w:num w:numId="7" w16cid:durableId="598561422">
    <w:abstractNumId w:val="17"/>
  </w:num>
  <w:num w:numId="8" w16cid:durableId="1651208377">
    <w:abstractNumId w:val="8"/>
  </w:num>
  <w:num w:numId="9" w16cid:durableId="1522737714">
    <w:abstractNumId w:val="36"/>
  </w:num>
  <w:num w:numId="10" w16cid:durableId="9182858">
    <w:abstractNumId w:val="15"/>
  </w:num>
  <w:num w:numId="11" w16cid:durableId="1544322415">
    <w:abstractNumId w:val="18"/>
  </w:num>
  <w:num w:numId="12" w16cid:durableId="1085495401">
    <w:abstractNumId w:val="25"/>
  </w:num>
  <w:num w:numId="13" w16cid:durableId="6298132">
    <w:abstractNumId w:val="5"/>
  </w:num>
  <w:num w:numId="14" w16cid:durableId="922178048">
    <w:abstractNumId w:val="3"/>
  </w:num>
  <w:num w:numId="15" w16cid:durableId="168101096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365241">
    <w:abstractNumId w:val="11"/>
  </w:num>
  <w:num w:numId="17" w16cid:durableId="1352143479">
    <w:abstractNumId w:val="38"/>
  </w:num>
  <w:num w:numId="18" w16cid:durableId="474957066">
    <w:abstractNumId w:val="28"/>
  </w:num>
  <w:num w:numId="19" w16cid:durableId="1969774642">
    <w:abstractNumId w:val="12"/>
  </w:num>
  <w:num w:numId="20" w16cid:durableId="1910532664">
    <w:abstractNumId w:val="2"/>
  </w:num>
  <w:num w:numId="21" w16cid:durableId="767115070">
    <w:abstractNumId w:val="27"/>
  </w:num>
  <w:num w:numId="22" w16cid:durableId="1821271406">
    <w:abstractNumId w:val="32"/>
  </w:num>
  <w:num w:numId="23" w16cid:durableId="1536775879">
    <w:abstractNumId w:val="34"/>
  </w:num>
  <w:num w:numId="24" w16cid:durableId="188422941">
    <w:abstractNumId w:val="13"/>
  </w:num>
  <w:num w:numId="25" w16cid:durableId="1092122556">
    <w:abstractNumId w:val="37"/>
  </w:num>
  <w:num w:numId="26" w16cid:durableId="1061293779">
    <w:abstractNumId w:val="35"/>
  </w:num>
  <w:num w:numId="27" w16cid:durableId="1121799986">
    <w:abstractNumId w:val="1"/>
  </w:num>
  <w:num w:numId="28" w16cid:durableId="1813599819">
    <w:abstractNumId w:val="0"/>
  </w:num>
  <w:num w:numId="29" w16cid:durableId="1808038611">
    <w:abstractNumId w:val="7"/>
  </w:num>
  <w:num w:numId="30" w16cid:durableId="1760591713">
    <w:abstractNumId w:val="19"/>
  </w:num>
  <w:num w:numId="31" w16cid:durableId="1679036688">
    <w:abstractNumId w:val="14"/>
  </w:num>
  <w:num w:numId="32" w16cid:durableId="2096628951">
    <w:abstractNumId w:val="22"/>
  </w:num>
  <w:num w:numId="33" w16cid:durableId="16842791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17581564">
    <w:abstractNumId w:val="29"/>
  </w:num>
  <w:num w:numId="35" w16cid:durableId="1427850638">
    <w:abstractNumId w:val="9"/>
  </w:num>
  <w:num w:numId="36" w16cid:durableId="7491578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65114835">
    <w:abstractNumId w:val="16"/>
  </w:num>
  <w:num w:numId="38" w16cid:durableId="977102087">
    <w:abstractNumId w:val="31"/>
  </w:num>
  <w:num w:numId="39" w16cid:durableId="10593386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339D"/>
    <w:rsid w:val="00000F94"/>
    <w:rsid w:val="00006A39"/>
    <w:rsid w:val="00007855"/>
    <w:rsid w:val="000206BC"/>
    <w:rsid w:val="00021789"/>
    <w:rsid w:val="00031FC3"/>
    <w:rsid w:val="00045E48"/>
    <w:rsid w:val="00065DA0"/>
    <w:rsid w:val="0008623D"/>
    <w:rsid w:val="00092483"/>
    <w:rsid w:val="000A1834"/>
    <w:rsid w:val="000B255F"/>
    <w:rsid w:val="000C139D"/>
    <w:rsid w:val="000C356A"/>
    <w:rsid w:val="000C6638"/>
    <w:rsid w:val="000C7FE8"/>
    <w:rsid w:val="000D0D0A"/>
    <w:rsid w:val="000D6E35"/>
    <w:rsid w:val="000F7D72"/>
    <w:rsid w:val="00101FDB"/>
    <w:rsid w:val="00136589"/>
    <w:rsid w:val="0014339D"/>
    <w:rsid w:val="00155614"/>
    <w:rsid w:val="00160DF4"/>
    <w:rsid w:val="001645E2"/>
    <w:rsid w:val="001812A7"/>
    <w:rsid w:val="00183A7E"/>
    <w:rsid w:val="00184FBA"/>
    <w:rsid w:val="001851BA"/>
    <w:rsid w:val="001868B6"/>
    <w:rsid w:val="001A01A0"/>
    <w:rsid w:val="001A61D9"/>
    <w:rsid w:val="001B678D"/>
    <w:rsid w:val="001C6FDB"/>
    <w:rsid w:val="001C7169"/>
    <w:rsid w:val="001D7B14"/>
    <w:rsid w:val="001E35CC"/>
    <w:rsid w:val="002207F2"/>
    <w:rsid w:val="00224DE6"/>
    <w:rsid w:val="00240EE3"/>
    <w:rsid w:val="00240F35"/>
    <w:rsid w:val="00244739"/>
    <w:rsid w:val="00247228"/>
    <w:rsid w:val="00256ACA"/>
    <w:rsid w:val="00256E1B"/>
    <w:rsid w:val="00267104"/>
    <w:rsid w:val="002700E6"/>
    <w:rsid w:val="002775EC"/>
    <w:rsid w:val="00282658"/>
    <w:rsid w:val="00283C03"/>
    <w:rsid w:val="00286D7F"/>
    <w:rsid w:val="0029580F"/>
    <w:rsid w:val="002A505F"/>
    <w:rsid w:val="002B0A9C"/>
    <w:rsid w:val="002B6D64"/>
    <w:rsid w:val="002C55D9"/>
    <w:rsid w:val="002D7CBC"/>
    <w:rsid w:val="002E683E"/>
    <w:rsid w:val="002F151B"/>
    <w:rsid w:val="00305097"/>
    <w:rsid w:val="00316543"/>
    <w:rsid w:val="00321E97"/>
    <w:rsid w:val="00330639"/>
    <w:rsid w:val="00335498"/>
    <w:rsid w:val="003366DF"/>
    <w:rsid w:val="00345570"/>
    <w:rsid w:val="003476C5"/>
    <w:rsid w:val="00367BE2"/>
    <w:rsid w:val="00370368"/>
    <w:rsid w:val="003815BE"/>
    <w:rsid w:val="00384624"/>
    <w:rsid w:val="00387129"/>
    <w:rsid w:val="00390E02"/>
    <w:rsid w:val="003A72E6"/>
    <w:rsid w:val="003B02A2"/>
    <w:rsid w:val="003C1FFA"/>
    <w:rsid w:val="003C27CA"/>
    <w:rsid w:val="003C3665"/>
    <w:rsid w:val="003D0109"/>
    <w:rsid w:val="003D1D44"/>
    <w:rsid w:val="003D7C96"/>
    <w:rsid w:val="003E0DC6"/>
    <w:rsid w:val="003E39EE"/>
    <w:rsid w:val="003E4668"/>
    <w:rsid w:val="0041142C"/>
    <w:rsid w:val="00422911"/>
    <w:rsid w:val="004307A8"/>
    <w:rsid w:val="0043087C"/>
    <w:rsid w:val="004341BC"/>
    <w:rsid w:val="00444958"/>
    <w:rsid w:val="00463050"/>
    <w:rsid w:val="004725C0"/>
    <w:rsid w:val="00477200"/>
    <w:rsid w:val="004A0408"/>
    <w:rsid w:val="004B3070"/>
    <w:rsid w:val="004C1E5B"/>
    <w:rsid w:val="004C59FF"/>
    <w:rsid w:val="004D01B3"/>
    <w:rsid w:val="004E01B1"/>
    <w:rsid w:val="004E3ADA"/>
    <w:rsid w:val="004E5A4D"/>
    <w:rsid w:val="004F0208"/>
    <w:rsid w:val="0051129D"/>
    <w:rsid w:val="005364CE"/>
    <w:rsid w:val="00540B5C"/>
    <w:rsid w:val="00541C44"/>
    <w:rsid w:val="00547FF7"/>
    <w:rsid w:val="00552B11"/>
    <w:rsid w:val="00560A3D"/>
    <w:rsid w:val="005614CB"/>
    <w:rsid w:val="00563C2D"/>
    <w:rsid w:val="00584475"/>
    <w:rsid w:val="005A37B1"/>
    <w:rsid w:val="005A4E66"/>
    <w:rsid w:val="005B722F"/>
    <w:rsid w:val="005C50FA"/>
    <w:rsid w:val="005E2853"/>
    <w:rsid w:val="005F1A37"/>
    <w:rsid w:val="006220B5"/>
    <w:rsid w:val="0062525F"/>
    <w:rsid w:val="00633A5D"/>
    <w:rsid w:val="00647F16"/>
    <w:rsid w:val="00665F2B"/>
    <w:rsid w:val="0067228A"/>
    <w:rsid w:val="006A2AB7"/>
    <w:rsid w:val="006A64FF"/>
    <w:rsid w:val="006B062B"/>
    <w:rsid w:val="006C2446"/>
    <w:rsid w:val="006C3860"/>
    <w:rsid w:val="006C7A51"/>
    <w:rsid w:val="006C7A69"/>
    <w:rsid w:val="006D095F"/>
    <w:rsid w:val="006D2B88"/>
    <w:rsid w:val="006D335A"/>
    <w:rsid w:val="00705D29"/>
    <w:rsid w:val="00716797"/>
    <w:rsid w:val="0071679C"/>
    <w:rsid w:val="00735460"/>
    <w:rsid w:val="00736CCD"/>
    <w:rsid w:val="00740E48"/>
    <w:rsid w:val="00770BE5"/>
    <w:rsid w:val="00770D01"/>
    <w:rsid w:val="00771F77"/>
    <w:rsid w:val="00774470"/>
    <w:rsid w:val="00784FF6"/>
    <w:rsid w:val="00786453"/>
    <w:rsid w:val="00787359"/>
    <w:rsid w:val="007922BE"/>
    <w:rsid w:val="007B0901"/>
    <w:rsid w:val="007B0C46"/>
    <w:rsid w:val="007B16B8"/>
    <w:rsid w:val="007C663B"/>
    <w:rsid w:val="007D2DB1"/>
    <w:rsid w:val="007E410B"/>
    <w:rsid w:val="0080169F"/>
    <w:rsid w:val="00815EC3"/>
    <w:rsid w:val="0081788B"/>
    <w:rsid w:val="00825F5A"/>
    <w:rsid w:val="008267FF"/>
    <w:rsid w:val="00850966"/>
    <w:rsid w:val="00893903"/>
    <w:rsid w:val="00893E15"/>
    <w:rsid w:val="008A444D"/>
    <w:rsid w:val="008B163D"/>
    <w:rsid w:val="008B22CD"/>
    <w:rsid w:val="008B40AC"/>
    <w:rsid w:val="008B5BB3"/>
    <w:rsid w:val="008C0B22"/>
    <w:rsid w:val="008C3006"/>
    <w:rsid w:val="008D0908"/>
    <w:rsid w:val="008D650D"/>
    <w:rsid w:val="009072DF"/>
    <w:rsid w:val="0093053C"/>
    <w:rsid w:val="0093169E"/>
    <w:rsid w:val="00964C28"/>
    <w:rsid w:val="00972525"/>
    <w:rsid w:val="009740A3"/>
    <w:rsid w:val="00977C00"/>
    <w:rsid w:val="00980988"/>
    <w:rsid w:val="00985453"/>
    <w:rsid w:val="00987729"/>
    <w:rsid w:val="00994E73"/>
    <w:rsid w:val="009A2C29"/>
    <w:rsid w:val="009B7F8C"/>
    <w:rsid w:val="009E09E0"/>
    <w:rsid w:val="009E18D1"/>
    <w:rsid w:val="009F2913"/>
    <w:rsid w:val="009F641C"/>
    <w:rsid w:val="00A00A1D"/>
    <w:rsid w:val="00A021D0"/>
    <w:rsid w:val="00A023A8"/>
    <w:rsid w:val="00A170DD"/>
    <w:rsid w:val="00A31F57"/>
    <w:rsid w:val="00A31F8C"/>
    <w:rsid w:val="00A50B27"/>
    <w:rsid w:val="00A52BB8"/>
    <w:rsid w:val="00A70685"/>
    <w:rsid w:val="00A73F7E"/>
    <w:rsid w:val="00A847C4"/>
    <w:rsid w:val="00A90DBA"/>
    <w:rsid w:val="00A960B4"/>
    <w:rsid w:val="00AA0929"/>
    <w:rsid w:val="00AB4F32"/>
    <w:rsid w:val="00AE2205"/>
    <w:rsid w:val="00AF2ABB"/>
    <w:rsid w:val="00AF2FC1"/>
    <w:rsid w:val="00B02C2E"/>
    <w:rsid w:val="00B0362B"/>
    <w:rsid w:val="00B10297"/>
    <w:rsid w:val="00B11F8E"/>
    <w:rsid w:val="00B21206"/>
    <w:rsid w:val="00B31D37"/>
    <w:rsid w:val="00B337E8"/>
    <w:rsid w:val="00B33C1A"/>
    <w:rsid w:val="00B6051F"/>
    <w:rsid w:val="00B60D10"/>
    <w:rsid w:val="00B748B8"/>
    <w:rsid w:val="00B93D71"/>
    <w:rsid w:val="00BA06BA"/>
    <w:rsid w:val="00BA672B"/>
    <w:rsid w:val="00BB7FB6"/>
    <w:rsid w:val="00BD3FB8"/>
    <w:rsid w:val="00BE0DB5"/>
    <w:rsid w:val="00BF714C"/>
    <w:rsid w:val="00C0221F"/>
    <w:rsid w:val="00C10FBA"/>
    <w:rsid w:val="00C17771"/>
    <w:rsid w:val="00C45C13"/>
    <w:rsid w:val="00C50330"/>
    <w:rsid w:val="00C54CB5"/>
    <w:rsid w:val="00C61EEC"/>
    <w:rsid w:val="00C62791"/>
    <w:rsid w:val="00C85D1E"/>
    <w:rsid w:val="00C9324D"/>
    <w:rsid w:val="00C96CAE"/>
    <w:rsid w:val="00CA26D3"/>
    <w:rsid w:val="00CA35C0"/>
    <w:rsid w:val="00CB5F6A"/>
    <w:rsid w:val="00CB60BE"/>
    <w:rsid w:val="00CD5F7E"/>
    <w:rsid w:val="00CE5CAA"/>
    <w:rsid w:val="00CF75D0"/>
    <w:rsid w:val="00D01E7D"/>
    <w:rsid w:val="00D11119"/>
    <w:rsid w:val="00D17E38"/>
    <w:rsid w:val="00D213C0"/>
    <w:rsid w:val="00D33688"/>
    <w:rsid w:val="00D549FE"/>
    <w:rsid w:val="00D57B41"/>
    <w:rsid w:val="00D72D3B"/>
    <w:rsid w:val="00D763F4"/>
    <w:rsid w:val="00D76720"/>
    <w:rsid w:val="00D83615"/>
    <w:rsid w:val="00D852FB"/>
    <w:rsid w:val="00DA149E"/>
    <w:rsid w:val="00DB6F59"/>
    <w:rsid w:val="00E14163"/>
    <w:rsid w:val="00E21531"/>
    <w:rsid w:val="00E3000D"/>
    <w:rsid w:val="00E3739C"/>
    <w:rsid w:val="00E52C73"/>
    <w:rsid w:val="00E5513B"/>
    <w:rsid w:val="00E56F67"/>
    <w:rsid w:val="00E57E10"/>
    <w:rsid w:val="00E62EF0"/>
    <w:rsid w:val="00E67B58"/>
    <w:rsid w:val="00E720F2"/>
    <w:rsid w:val="00E80D17"/>
    <w:rsid w:val="00E81AFF"/>
    <w:rsid w:val="00E9599E"/>
    <w:rsid w:val="00E96209"/>
    <w:rsid w:val="00EA2680"/>
    <w:rsid w:val="00EA72DE"/>
    <w:rsid w:val="00EB0E8E"/>
    <w:rsid w:val="00EB770D"/>
    <w:rsid w:val="00EC7D03"/>
    <w:rsid w:val="00ED1530"/>
    <w:rsid w:val="00ED263B"/>
    <w:rsid w:val="00F13858"/>
    <w:rsid w:val="00F16DAC"/>
    <w:rsid w:val="00F21EFB"/>
    <w:rsid w:val="00F23CE5"/>
    <w:rsid w:val="00F412C2"/>
    <w:rsid w:val="00F45CCA"/>
    <w:rsid w:val="00F56ECD"/>
    <w:rsid w:val="00F754E2"/>
    <w:rsid w:val="00F87B6E"/>
    <w:rsid w:val="00FB6020"/>
    <w:rsid w:val="00FB679C"/>
    <w:rsid w:val="00FD181A"/>
    <w:rsid w:val="00FF04F0"/>
    <w:rsid w:val="00FF1B84"/>
    <w:rsid w:val="00FF35B7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34351"/>
  <w15:docId w15:val="{B48AA5E6-F6BF-4F44-88ED-2C2FEEC4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23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17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E215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2C2E"/>
    <w:rPr>
      <w:color w:val="0000FF"/>
      <w:u w:val="single"/>
    </w:rPr>
  </w:style>
  <w:style w:type="table" w:styleId="Tabela-Siatka">
    <w:name w:val="Table Grid"/>
    <w:basedOn w:val="Standardowy"/>
    <w:rsid w:val="0028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E21531"/>
    <w:rPr>
      <w:b/>
      <w:bCs/>
      <w:i/>
      <w:iCs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E215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21531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81AFF"/>
    <w:pPr>
      <w:ind w:left="720"/>
      <w:contextualSpacing/>
    </w:pPr>
  </w:style>
  <w:style w:type="paragraph" w:customStyle="1" w:styleId="normaltableau">
    <w:name w:val="normal_tableau"/>
    <w:basedOn w:val="Normalny"/>
    <w:rsid w:val="001851B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Default">
    <w:name w:val="Default"/>
    <w:rsid w:val="00B11F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178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table" w:customStyle="1" w:styleId="Tabela-Siatka1">
    <w:name w:val="Tabela - Siatka1"/>
    <w:basedOn w:val="Standardowy"/>
    <w:uiPriority w:val="59"/>
    <w:rsid w:val="00021789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13658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mek\Moje%20dokumenty\szablony%20wup\2011_07_10%20szablony%20wup\wu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wup</Template>
  <TotalTime>91</TotalTime>
  <Pages>6</Pages>
  <Words>2447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Robert Narkun</cp:lastModifiedBy>
  <cp:revision>55</cp:revision>
  <cp:lastPrinted>2021-06-15T11:21:00Z</cp:lastPrinted>
  <dcterms:created xsi:type="dcterms:W3CDTF">2024-07-11T10:45:00Z</dcterms:created>
  <dcterms:modified xsi:type="dcterms:W3CDTF">2025-12-03T14:14:00Z</dcterms:modified>
</cp:coreProperties>
</file>